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487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Table contains information about title, author and location"/>
      </w:tblPr>
      <w:tblGrid>
        <w:gridCol w:w="8415"/>
      </w:tblGrid>
      <w:tr w:rsidR="00E57E78" w:rsidRPr="007873F8" w14:paraId="1F8E8476" w14:textId="77777777" w:rsidTr="00764C42">
        <w:trPr>
          <w:trHeight w:val="7241"/>
        </w:trPr>
        <w:tc>
          <w:tcPr>
            <w:tcW w:w="8415" w:type="dxa"/>
          </w:tcPr>
          <w:p w14:paraId="431CA8FC" w14:textId="1AC22A1C" w:rsidR="00E57E78" w:rsidRPr="00764C42" w:rsidRDefault="00764C42" w:rsidP="00764C42">
            <w:pPr>
              <w:pStyle w:val="Title"/>
            </w:pPr>
            <w:r w:rsidRPr="00764C42">
              <w:t xml:space="preserve">Comic </w:t>
            </w:r>
            <w:r w:rsidR="00F2463A" w:rsidRPr="00764C42">
              <w:t>Title</w:t>
            </w:r>
          </w:p>
          <w:p w14:paraId="0155B6B8" w14:textId="6771D933" w:rsidR="00AE171E" w:rsidRPr="00764C42" w:rsidRDefault="00764C42" w:rsidP="00764C42">
            <w:pPr>
              <w:pStyle w:val="Subtitle"/>
            </w:pPr>
            <w:r w:rsidRPr="00764C42">
              <w:t>Issue Title</w:t>
            </w:r>
          </w:p>
          <w:p w14:paraId="3D8B9A86" w14:textId="77777777" w:rsidR="00E57E78" w:rsidRPr="007873F8" w:rsidRDefault="00000000" w:rsidP="00764C42">
            <w:pPr>
              <w:pStyle w:val="Author"/>
              <w:spacing w:before="960"/>
            </w:pPr>
            <w:sdt>
              <w:sdtPr>
                <w:alias w:val="By:"/>
                <w:tag w:val="By:"/>
                <w:id w:val="961075789"/>
                <w:placeholder>
                  <w:docPart w:val="055E49B212EC4AD5850A6ADA07309F37"/>
                </w:placeholder>
                <w:temporary/>
                <w:showingPlcHdr/>
                <w15:appearance w15:val="hidden"/>
              </w:sdtPr>
              <w:sdtContent>
                <w:r w:rsidR="00DD2C6C" w:rsidRPr="007873F8">
                  <w:t>By</w:t>
                </w:r>
              </w:sdtContent>
            </w:sdt>
          </w:p>
          <w:p w14:paraId="2FB3CB64" w14:textId="3A8E8F21" w:rsidR="00E57E78" w:rsidRPr="007873F8" w:rsidRDefault="00F2463A" w:rsidP="007873F8">
            <w:pPr>
              <w:pStyle w:val="Author"/>
            </w:pPr>
            <w:r>
              <w:t>Author</w:t>
            </w:r>
          </w:p>
        </w:tc>
      </w:tr>
      <w:tr w:rsidR="00E57E78" w:rsidRPr="007873F8" w14:paraId="071039A0" w14:textId="77777777" w:rsidTr="00764C42">
        <w:trPr>
          <w:trHeight w:val="5683"/>
        </w:trPr>
        <w:tc>
          <w:tcPr>
            <w:tcW w:w="8415" w:type="dxa"/>
            <w:vAlign w:val="bottom"/>
          </w:tcPr>
          <w:p w14:paraId="397C6122" w14:textId="5FB31C9D" w:rsidR="00E57E78" w:rsidRPr="007873F8" w:rsidRDefault="00F2463A" w:rsidP="007873F8">
            <w:pPr>
              <w:pStyle w:val="Address"/>
            </w:pPr>
            <w:r>
              <w:t>Address 1</w:t>
            </w:r>
          </w:p>
          <w:p w14:paraId="73A72D04" w14:textId="4173F74C" w:rsidR="00E57E78" w:rsidRPr="007873F8" w:rsidRDefault="00F2463A" w:rsidP="007873F8">
            <w:pPr>
              <w:pStyle w:val="Address"/>
            </w:pPr>
            <w:r>
              <w:t>Address 2, Postal</w:t>
            </w:r>
          </w:p>
          <w:p w14:paraId="6F76E038" w14:textId="502BF572" w:rsidR="00E57E78" w:rsidRPr="007873F8" w:rsidRDefault="00F2463A" w:rsidP="007873F8">
            <w:pPr>
              <w:pStyle w:val="Address"/>
            </w:pPr>
            <w:r>
              <w:t>Phone</w:t>
            </w:r>
          </w:p>
          <w:p w14:paraId="3E84C898" w14:textId="1C7F519D" w:rsidR="00B72103" w:rsidRPr="007873F8" w:rsidRDefault="00F2463A" w:rsidP="007873F8">
            <w:pPr>
              <w:pStyle w:val="Address"/>
            </w:pPr>
            <w:r>
              <w:t>Email@email.com</w:t>
            </w:r>
          </w:p>
        </w:tc>
      </w:tr>
    </w:tbl>
    <w:p w14:paraId="27536119" w14:textId="77777777" w:rsidR="00CA6C2C" w:rsidRPr="00CA6C2C" w:rsidRDefault="0086724F" w:rsidP="00D86EE3">
      <w:pPr>
        <w:pStyle w:val="Page"/>
        <w:rPr>
          <w:i/>
          <w:iCs/>
        </w:rPr>
      </w:pPr>
      <w:r>
        <w:rPr>
          <w:b w:val="0"/>
          <w:bCs w:val="0"/>
          <w:color w:val="FF0000"/>
          <w:u w:val="none"/>
        </w:rPr>
        <w:lastRenderedPageBreak/>
        <w:t xml:space="preserve"> </w:t>
      </w:r>
    </w:p>
    <w:p w14:paraId="4C16651E" w14:textId="0E750438" w:rsidR="00D22FBD" w:rsidRPr="00760868" w:rsidRDefault="00760868" w:rsidP="00760868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>
        <w:rPr>
          <w:i/>
          <w:iCs/>
          <w:color w:val="FF0000"/>
        </w:rPr>
        <w:t xml:space="preserve">This document is a multi-level list. </w:t>
      </w:r>
      <w:r w:rsidR="00D22FBD" w:rsidRPr="00D22FBD">
        <w:rPr>
          <w:i/>
          <w:iCs/>
          <w:color w:val="FF0000"/>
        </w:rPr>
        <w:t>Wh</w:t>
      </w:r>
      <w:r>
        <w:rPr>
          <w:i/>
          <w:iCs/>
          <w:color w:val="FF0000"/>
        </w:rPr>
        <w:t>ile</w:t>
      </w:r>
      <w:r w:rsidR="00D22FBD" w:rsidRPr="00D22FBD">
        <w:rPr>
          <w:i/>
          <w:iCs/>
          <w:color w:val="FF0000"/>
        </w:rPr>
        <w:t xml:space="preserve"> you are writing, you can navigate the different lines in the list with the shortcut </w:t>
      </w:r>
      <w:r w:rsidR="008E2F7A">
        <w:rPr>
          <w:i/>
          <w:iCs/>
          <w:color w:val="FF0000"/>
        </w:rPr>
        <w:t>“</w:t>
      </w:r>
      <w:r w:rsidR="00D22FBD" w:rsidRPr="00D22FBD">
        <w:rPr>
          <w:i/>
          <w:iCs/>
          <w:color w:val="FF0000"/>
        </w:rPr>
        <w:t>Alt + Shift + (Back/Forward Arrow)</w:t>
      </w:r>
      <w:r w:rsidR="008E2F7A">
        <w:rPr>
          <w:i/>
          <w:iCs/>
          <w:color w:val="FF0000"/>
        </w:rPr>
        <w:t>”</w:t>
      </w:r>
      <w:r w:rsidR="00D22FBD" w:rsidRPr="00D22FBD">
        <w:rPr>
          <w:i/>
          <w:iCs/>
          <w:color w:val="FF0000"/>
        </w:rPr>
        <w:t>. This will cycle through the different list levels.</w:t>
      </w:r>
    </w:p>
    <w:p w14:paraId="1772B42D" w14:textId="31C80817" w:rsidR="003A2E65" w:rsidRPr="00CA6C2C" w:rsidRDefault="00D22FBD" w:rsidP="00D22FBD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 w:rsidRPr="00D22FBD">
        <w:rPr>
          <w:i/>
          <w:iCs/>
          <w:color w:val="FF0000"/>
        </w:rPr>
        <w:t>When you</w:t>
      </w:r>
      <w:r w:rsidR="00F061F6">
        <w:rPr>
          <w:i/>
          <w:iCs/>
          <w:color w:val="FF0000"/>
        </w:rPr>
        <w:t xml:space="preserve"> want to start a new page of your script</w:t>
      </w:r>
      <w:r w:rsidRPr="00D22FBD">
        <w:rPr>
          <w:i/>
          <w:iCs/>
          <w:color w:val="FF0000"/>
        </w:rPr>
        <w:t>, just</w:t>
      </w:r>
      <w:r w:rsidR="000A6777">
        <w:rPr>
          <w:i/>
          <w:iCs/>
          <w:color w:val="FF0000"/>
        </w:rPr>
        <w:t xml:space="preserve"> start a new line, and</w:t>
      </w:r>
      <w:r w:rsidRPr="00D22FBD">
        <w:rPr>
          <w:i/>
          <w:iCs/>
          <w:color w:val="FF0000"/>
        </w:rPr>
        <w:t xml:space="preserve"> cycle </w:t>
      </w:r>
      <w:r w:rsidR="000A6777">
        <w:rPr>
          <w:i/>
          <w:iCs/>
          <w:color w:val="FF0000"/>
        </w:rPr>
        <w:t>back</w:t>
      </w:r>
      <w:r w:rsidRPr="00D22FBD">
        <w:rPr>
          <w:i/>
          <w:iCs/>
          <w:color w:val="FF0000"/>
        </w:rPr>
        <w:t xml:space="preserve"> all the way back to “PAGE”</w:t>
      </w:r>
      <w:r w:rsidR="000A6777">
        <w:rPr>
          <w:i/>
          <w:iCs/>
          <w:color w:val="FF0000"/>
        </w:rPr>
        <w:t>. T</w:t>
      </w:r>
      <w:r w:rsidR="002C73FA" w:rsidRPr="00CA6C2C">
        <w:rPr>
          <w:i/>
          <w:iCs/>
          <w:color w:val="FF0000"/>
        </w:rPr>
        <w:t xml:space="preserve">he document will automatically insert a page </w:t>
      </w:r>
      <w:r w:rsidR="00821919" w:rsidRPr="00CA6C2C">
        <w:rPr>
          <w:i/>
          <w:iCs/>
          <w:color w:val="FF0000"/>
        </w:rPr>
        <w:t>break</w:t>
      </w:r>
      <w:r w:rsidR="00821919">
        <w:rPr>
          <w:i/>
          <w:iCs/>
          <w:color w:val="FF0000"/>
        </w:rPr>
        <w:t xml:space="preserve"> and</w:t>
      </w:r>
      <w:r w:rsidR="002C73FA" w:rsidRPr="00CA6C2C">
        <w:rPr>
          <w:i/>
          <w:iCs/>
          <w:color w:val="FF0000"/>
        </w:rPr>
        <w:t xml:space="preserve"> </w:t>
      </w:r>
      <w:r w:rsidR="002576FD" w:rsidRPr="00CA6C2C">
        <w:rPr>
          <w:i/>
          <w:iCs/>
          <w:color w:val="FF0000"/>
        </w:rPr>
        <w:t>generate the new page number for you.</w:t>
      </w:r>
      <w:r w:rsidR="00821919">
        <w:rPr>
          <w:i/>
          <w:iCs/>
          <w:color w:val="FF0000"/>
        </w:rPr>
        <w:t xml:space="preserve"> Try not to get too confused as you have the script page number at the bottom of the page, and the comic page number at the top of each </w:t>
      </w:r>
      <w:r w:rsidR="00A67D62">
        <w:rPr>
          <w:i/>
          <w:iCs/>
          <w:color w:val="FF0000"/>
        </w:rPr>
        <w:t>new comic page (sometimes a comic page can take up 2 or 3 pages of a script depending on how much detail you are providing.)</w:t>
      </w:r>
    </w:p>
    <w:p w14:paraId="4CB67025" w14:textId="77777777" w:rsidR="00CA6C2C" w:rsidRDefault="00101B22" w:rsidP="00A33B72">
      <w:pPr>
        <w:pStyle w:val="SCENEHEADING"/>
      </w:pPr>
      <w:r>
        <w:t>General Location of the following panels.</w:t>
      </w:r>
    </w:p>
    <w:p w14:paraId="61CC6932" w14:textId="430FB598" w:rsidR="00D311DC" w:rsidRPr="00CA6C2C" w:rsidRDefault="000E1222" w:rsidP="00CA6C2C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 w:rsidRPr="00CA6C2C">
        <w:rPr>
          <w:i/>
          <w:iCs/>
          <w:color w:val="FF0000"/>
        </w:rPr>
        <w:t>This would include the primary location, time of day, weather,</w:t>
      </w:r>
      <w:r w:rsidR="0020493F" w:rsidRPr="00CA6C2C">
        <w:rPr>
          <w:i/>
          <w:iCs/>
          <w:color w:val="FF0000"/>
        </w:rPr>
        <w:t xml:space="preserve"> etc.</w:t>
      </w:r>
      <w:r w:rsidRPr="00CA6C2C">
        <w:rPr>
          <w:i/>
          <w:iCs/>
          <w:color w:val="FF0000"/>
        </w:rPr>
        <w:t xml:space="preserve"> </w:t>
      </w:r>
      <w:r w:rsidR="00A40980" w:rsidRPr="00CA6C2C">
        <w:rPr>
          <w:i/>
          <w:iCs/>
          <w:color w:val="FF0000"/>
        </w:rPr>
        <w:t>You</w:t>
      </w:r>
      <w:r w:rsidR="00313DD6" w:rsidRPr="00CA6C2C">
        <w:rPr>
          <w:i/>
          <w:iCs/>
          <w:color w:val="FF0000"/>
        </w:rPr>
        <w:t xml:space="preserve"> can finish this</w:t>
      </w:r>
      <w:r w:rsidR="0020493F" w:rsidRPr="00CA6C2C">
        <w:rPr>
          <w:i/>
          <w:iCs/>
          <w:color w:val="FF0000"/>
        </w:rPr>
        <w:t xml:space="preserve"> line</w:t>
      </w:r>
      <w:r w:rsidR="00313DD6" w:rsidRPr="00CA6C2C">
        <w:rPr>
          <w:i/>
          <w:iCs/>
          <w:color w:val="FF0000"/>
        </w:rPr>
        <w:t xml:space="preserve"> with “</w:t>
      </w:r>
      <w:r w:rsidR="00A33B72" w:rsidRPr="00CA6C2C">
        <w:rPr>
          <w:i/>
          <w:iCs/>
          <w:color w:val="FF0000"/>
        </w:rPr>
        <w:t>INT</w:t>
      </w:r>
      <w:r w:rsidR="00313DD6" w:rsidRPr="00CA6C2C">
        <w:rPr>
          <w:i/>
          <w:iCs/>
          <w:color w:val="FF0000"/>
        </w:rPr>
        <w:t>” for interior,</w:t>
      </w:r>
      <w:r w:rsidR="00A33B72" w:rsidRPr="00CA6C2C">
        <w:rPr>
          <w:i/>
          <w:iCs/>
          <w:color w:val="FF0000"/>
        </w:rPr>
        <w:t xml:space="preserve"> or</w:t>
      </w:r>
      <w:r w:rsidR="00313DD6" w:rsidRPr="00CA6C2C">
        <w:rPr>
          <w:i/>
          <w:iCs/>
          <w:color w:val="FF0000"/>
        </w:rPr>
        <w:t xml:space="preserve"> “</w:t>
      </w:r>
      <w:r w:rsidR="00A33B72" w:rsidRPr="00CA6C2C">
        <w:rPr>
          <w:i/>
          <w:iCs/>
          <w:color w:val="FF0000"/>
        </w:rPr>
        <w:t>EXT</w:t>
      </w:r>
      <w:r w:rsidR="00313DD6" w:rsidRPr="00CA6C2C">
        <w:rPr>
          <w:i/>
          <w:iCs/>
          <w:color w:val="FF0000"/>
        </w:rPr>
        <w:t>” for exterior</w:t>
      </w:r>
      <w:r w:rsidR="00E50D7D" w:rsidRPr="00CA6C2C">
        <w:rPr>
          <w:i/>
          <w:iCs/>
          <w:color w:val="FF0000"/>
        </w:rPr>
        <w:t xml:space="preserve"> (see examples below).</w:t>
      </w:r>
    </w:p>
    <w:p w14:paraId="51CB4D76" w14:textId="77777777" w:rsidR="00CA6C2C" w:rsidRDefault="00CA6C2C" w:rsidP="00D311DC">
      <w:pPr>
        <w:pStyle w:val="Panel"/>
        <w:rPr>
          <w:b w:val="0"/>
          <w:bCs w:val="0"/>
          <w:i/>
          <w:iCs/>
          <w:color w:val="FF0000"/>
        </w:rPr>
      </w:pPr>
    </w:p>
    <w:p w14:paraId="25271C7A" w14:textId="52243327" w:rsidR="00D311DC" w:rsidRPr="009E3A27" w:rsidRDefault="00E50D7D" w:rsidP="009E3A27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 w:rsidRPr="009E3A27">
        <w:rPr>
          <w:i/>
          <w:iCs/>
          <w:color w:val="FF0000"/>
        </w:rPr>
        <w:t>The</w:t>
      </w:r>
      <w:r w:rsidR="000235E2" w:rsidRPr="009E3A27">
        <w:rPr>
          <w:i/>
          <w:iCs/>
          <w:color w:val="FF0000"/>
        </w:rPr>
        <w:t xml:space="preserve"> panel number is automatically generated</w:t>
      </w:r>
      <w:r w:rsidR="00C44FAA" w:rsidRPr="009E3A27">
        <w:rPr>
          <w:i/>
          <w:iCs/>
          <w:color w:val="FF0000"/>
        </w:rPr>
        <w:t xml:space="preserve"> and resets to 1</w:t>
      </w:r>
      <w:r w:rsidR="000235E2" w:rsidRPr="009E3A27">
        <w:rPr>
          <w:i/>
          <w:iCs/>
          <w:color w:val="FF0000"/>
        </w:rPr>
        <w:t xml:space="preserve"> for each</w:t>
      </w:r>
      <w:r w:rsidR="00C44FAA" w:rsidRPr="009E3A27">
        <w:rPr>
          <w:i/>
          <w:iCs/>
          <w:color w:val="FF0000"/>
        </w:rPr>
        <w:t xml:space="preserve"> new</w:t>
      </w:r>
      <w:r w:rsidR="000235E2" w:rsidRPr="009E3A27">
        <w:rPr>
          <w:i/>
          <w:iCs/>
          <w:color w:val="FF0000"/>
        </w:rPr>
        <w:t xml:space="preserve"> page</w:t>
      </w:r>
      <w:r w:rsidR="00853EB7" w:rsidRPr="009E3A27">
        <w:rPr>
          <w:i/>
          <w:iCs/>
          <w:color w:val="FF0000"/>
        </w:rPr>
        <w:t>.</w:t>
      </w:r>
    </w:p>
    <w:p w14:paraId="49580E2A" w14:textId="77777777" w:rsidR="00CA6C2C" w:rsidRDefault="00403D0A" w:rsidP="00403D0A">
      <w:pPr>
        <w:pStyle w:val="Description"/>
      </w:pPr>
      <w:r>
        <w:t>Describ</w:t>
      </w:r>
      <w:r w:rsidR="00975189">
        <w:t>ing</w:t>
      </w:r>
      <w:r>
        <w:t xml:space="preserve"> the action in the panel.</w:t>
      </w:r>
    </w:p>
    <w:p w14:paraId="5FAF229D" w14:textId="6A461498" w:rsidR="00403D0A" w:rsidRPr="00403D0A" w:rsidRDefault="0040619B" w:rsidP="00CA6C2C">
      <w:pPr>
        <w:pStyle w:val="Description"/>
        <w:numPr>
          <w:ilvl w:val="0"/>
          <w:numId w:val="0"/>
        </w:numPr>
      </w:pPr>
      <w:r>
        <w:rPr>
          <w:i/>
          <w:iCs/>
          <w:color w:val="FF0000"/>
        </w:rPr>
        <w:t xml:space="preserve">This will include who and what </w:t>
      </w:r>
      <w:r w:rsidR="00853EB7">
        <w:rPr>
          <w:i/>
          <w:iCs/>
          <w:color w:val="FF0000"/>
        </w:rPr>
        <w:t>can be</w:t>
      </w:r>
      <w:r>
        <w:rPr>
          <w:i/>
          <w:iCs/>
          <w:color w:val="FF0000"/>
        </w:rPr>
        <w:t xml:space="preserve"> seen in the panel</w:t>
      </w:r>
      <w:r w:rsidR="00853EB7">
        <w:rPr>
          <w:i/>
          <w:iCs/>
          <w:color w:val="FF0000"/>
        </w:rPr>
        <w:t>,</w:t>
      </w:r>
      <w:r>
        <w:rPr>
          <w:i/>
          <w:iCs/>
          <w:color w:val="FF0000"/>
        </w:rPr>
        <w:t xml:space="preserve"> and what </w:t>
      </w:r>
      <w:r w:rsidR="001D0D30">
        <w:rPr>
          <w:i/>
          <w:iCs/>
          <w:color w:val="FF0000"/>
        </w:rPr>
        <w:t>actions are taking place</w:t>
      </w:r>
      <w:r w:rsidR="00027039">
        <w:rPr>
          <w:i/>
          <w:iCs/>
          <w:color w:val="FF0000"/>
        </w:rPr>
        <w:t xml:space="preserve">. Remember when writing the actions that you are describing </w:t>
      </w:r>
      <w:r w:rsidR="00872896">
        <w:rPr>
          <w:i/>
          <w:iCs/>
          <w:color w:val="FF0000"/>
        </w:rPr>
        <w:t xml:space="preserve">what is taking place in a single moment, you can’t say the character walks from one side of the room to the other as that would require a series of panels, rather you would say they </w:t>
      </w:r>
      <w:r w:rsidR="009F3FD3">
        <w:rPr>
          <w:i/>
          <w:iCs/>
          <w:color w:val="FF0000"/>
        </w:rPr>
        <w:t>are walking towards the other side of the room, which is a single action</w:t>
      </w:r>
      <w:r w:rsidR="001D0D30">
        <w:rPr>
          <w:i/>
          <w:iCs/>
          <w:color w:val="FF0000"/>
        </w:rPr>
        <w:t xml:space="preserve">. </w:t>
      </w:r>
      <w:r w:rsidR="009F3FD3">
        <w:rPr>
          <w:i/>
          <w:iCs/>
          <w:color w:val="FF0000"/>
        </w:rPr>
        <w:t>This space</w:t>
      </w:r>
      <w:r w:rsidR="001D0D30">
        <w:rPr>
          <w:i/>
          <w:iCs/>
          <w:color w:val="FF0000"/>
        </w:rPr>
        <w:t xml:space="preserve"> could also include what the </w:t>
      </w:r>
      <w:r w:rsidR="008E0B4F">
        <w:rPr>
          <w:i/>
          <w:iCs/>
          <w:color w:val="FF0000"/>
        </w:rPr>
        <w:t>character’s</w:t>
      </w:r>
      <w:r w:rsidR="001D0D30">
        <w:rPr>
          <w:i/>
          <w:iCs/>
          <w:color w:val="FF0000"/>
        </w:rPr>
        <w:t xml:space="preserve"> emotions are if there is no </w:t>
      </w:r>
      <w:r w:rsidR="006B1837">
        <w:rPr>
          <w:i/>
          <w:iCs/>
          <w:color w:val="FF0000"/>
        </w:rPr>
        <w:t>character dialogue where it would otherwise be put in the Parenthesis (see example below).</w:t>
      </w:r>
    </w:p>
    <w:p w14:paraId="25973019" w14:textId="37A64ABD" w:rsidR="00131505" w:rsidRDefault="003A2E65" w:rsidP="00131505">
      <w:pPr>
        <w:pStyle w:val="CHARACTER"/>
      </w:pPr>
      <w:r>
        <w:t>Chara</w:t>
      </w:r>
      <w:r w:rsidR="00832DB9">
        <w:t>cter</w:t>
      </w:r>
      <w:r w:rsidR="00D94531">
        <w:t>/SFX/Caption</w:t>
      </w:r>
    </w:p>
    <w:p w14:paraId="6E2F602C" w14:textId="5022D2E4" w:rsidR="00131505" w:rsidRPr="008D661E" w:rsidRDefault="00131505" w:rsidP="008D661E">
      <w:pPr>
        <w:pStyle w:val="Description"/>
        <w:numPr>
          <w:ilvl w:val="0"/>
          <w:numId w:val="0"/>
        </w:numPr>
        <w:rPr>
          <w:i/>
          <w:color w:val="7F7F7F" w:themeColor="text1" w:themeTint="80"/>
        </w:rPr>
      </w:pPr>
      <w:r w:rsidRPr="008D661E">
        <w:rPr>
          <w:i/>
          <w:iCs/>
          <w:color w:val="FF0000"/>
        </w:rPr>
        <w:t xml:space="preserve">Each character line will </w:t>
      </w:r>
      <w:r w:rsidR="008D661E">
        <w:rPr>
          <w:i/>
          <w:iCs/>
          <w:color w:val="FF0000"/>
        </w:rPr>
        <w:t xml:space="preserve">generate a number on the left which resets </w:t>
      </w:r>
      <w:r w:rsidR="00973D75">
        <w:rPr>
          <w:i/>
          <w:iCs/>
          <w:color w:val="FF0000"/>
        </w:rPr>
        <w:t>to 1 for each new page</w:t>
      </w:r>
      <w:r w:rsidR="00EB40A7">
        <w:rPr>
          <w:i/>
          <w:iCs/>
          <w:color w:val="FF0000"/>
        </w:rPr>
        <w:t>. This way you can reference dialogue as “</w:t>
      </w:r>
      <w:r w:rsidR="00C573B1">
        <w:rPr>
          <w:i/>
          <w:iCs/>
          <w:color w:val="FF0000"/>
        </w:rPr>
        <w:t xml:space="preserve">Comic </w:t>
      </w:r>
      <w:r w:rsidR="00EB40A7">
        <w:rPr>
          <w:i/>
          <w:iCs/>
          <w:color w:val="FF0000"/>
        </w:rPr>
        <w:t>Page X, Line X”</w:t>
      </w:r>
      <w:r w:rsidR="00C573B1">
        <w:rPr>
          <w:i/>
          <w:iCs/>
          <w:color w:val="FF0000"/>
        </w:rPr>
        <w:t xml:space="preserve"> </w:t>
      </w:r>
    </w:p>
    <w:p w14:paraId="593C4E23" w14:textId="5865AB4B" w:rsidR="00832DB9" w:rsidRDefault="00D94531" w:rsidP="00832DB9">
      <w:pPr>
        <w:pStyle w:val="Parenthetical"/>
      </w:pPr>
      <w:r>
        <w:t>Parenthesis</w:t>
      </w:r>
      <w:r w:rsidR="00832DB9">
        <w:t>)</w:t>
      </w:r>
    </w:p>
    <w:p w14:paraId="5026A629" w14:textId="5CB8E6B2" w:rsidR="00FA7377" w:rsidRPr="00FA7377" w:rsidRDefault="00FA7377" w:rsidP="00FA7377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>
        <w:rPr>
          <w:i/>
          <w:iCs/>
          <w:color w:val="FF0000"/>
        </w:rPr>
        <w:t xml:space="preserve">Parenthesis after the character line is ideal for </w:t>
      </w:r>
      <w:r w:rsidR="00DD4AC7">
        <w:rPr>
          <w:i/>
          <w:iCs/>
          <w:color w:val="FF0000"/>
        </w:rPr>
        <w:t xml:space="preserve">describing the delivery of lines, </w:t>
      </w:r>
      <w:r w:rsidR="001A4138">
        <w:rPr>
          <w:i/>
          <w:iCs/>
          <w:color w:val="FF0000"/>
        </w:rPr>
        <w:t xml:space="preserve">such as yelling or </w:t>
      </w:r>
      <w:r w:rsidR="001A4138">
        <w:rPr>
          <w:i/>
          <w:iCs/>
          <w:color w:val="FF0000"/>
        </w:rPr>
        <w:lastRenderedPageBreak/>
        <w:t xml:space="preserve">whispering. It can also provide additional directions such as “interrupting” </w:t>
      </w:r>
      <w:r w:rsidR="00874CD7">
        <w:rPr>
          <w:i/>
          <w:iCs/>
          <w:color w:val="FF0000"/>
        </w:rPr>
        <w:t xml:space="preserve">or if the discussion/topic is carried on </w:t>
      </w:r>
      <w:r w:rsidR="001B1719">
        <w:rPr>
          <w:i/>
          <w:iCs/>
          <w:color w:val="FF0000"/>
        </w:rPr>
        <w:t>from</w:t>
      </w:r>
      <w:r w:rsidR="00874CD7">
        <w:rPr>
          <w:i/>
          <w:iCs/>
          <w:color w:val="FF0000"/>
        </w:rPr>
        <w:t xml:space="preserve"> a</w:t>
      </w:r>
      <w:r w:rsidR="001B1719">
        <w:rPr>
          <w:i/>
          <w:iCs/>
          <w:color w:val="FF0000"/>
        </w:rPr>
        <w:t xml:space="preserve"> previous</w:t>
      </w:r>
      <w:r w:rsidR="00874CD7">
        <w:rPr>
          <w:i/>
          <w:iCs/>
          <w:color w:val="FF0000"/>
        </w:rPr>
        <w:t xml:space="preserve"> panel “continued”</w:t>
      </w:r>
      <w:r w:rsidR="00B34FFA">
        <w:rPr>
          <w:i/>
          <w:iCs/>
          <w:color w:val="FF0000"/>
        </w:rPr>
        <w:t>. It is also good if the characters dialogue is “Off Panel” or “OP</w:t>
      </w:r>
      <w:r w:rsidR="00FE3C1C">
        <w:rPr>
          <w:i/>
          <w:iCs/>
          <w:color w:val="FF0000"/>
        </w:rPr>
        <w:t xml:space="preserve">” or coming through a radio or phone. It can also be used to describe the </w:t>
      </w:r>
      <w:r w:rsidR="00E11805">
        <w:rPr>
          <w:i/>
          <w:iCs/>
          <w:color w:val="FF0000"/>
        </w:rPr>
        <w:t>character’s</w:t>
      </w:r>
      <w:r w:rsidR="00FE3C1C">
        <w:rPr>
          <w:i/>
          <w:iCs/>
          <w:color w:val="FF0000"/>
        </w:rPr>
        <w:t xml:space="preserve"> emotions when </w:t>
      </w:r>
      <w:r w:rsidR="00E11805">
        <w:rPr>
          <w:i/>
          <w:iCs/>
          <w:color w:val="FF0000"/>
        </w:rPr>
        <w:t>delivering the line.</w:t>
      </w:r>
    </w:p>
    <w:p w14:paraId="47BD0E31" w14:textId="77777777" w:rsidR="005C7BF9" w:rsidRDefault="00D94531" w:rsidP="00F2463A">
      <w:pPr>
        <w:pStyle w:val="Dialogue"/>
      </w:pPr>
      <w:r>
        <w:t>Dialogue goes here.</w:t>
      </w:r>
    </w:p>
    <w:p w14:paraId="580793EE" w14:textId="3E677650" w:rsidR="00E35593" w:rsidRPr="00124EC5" w:rsidRDefault="005C7BF9" w:rsidP="00124EC5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 w:rsidRPr="006E30BD">
        <w:rPr>
          <w:i/>
          <w:iCs/>
          <w:color w:val="FF0000"/>
        </w:rPr>
        <w:t>Don’t forget to use italic</w:t>
      </w:r>
      <w:r w:rsidR="006E30BD" w:rsidRPr="006E30BD">
        <w:rPr>
          <w:i/>
          <w:iCs/>
          <w:color w:val="FF0000"/>
        </w:rPr>
        <w:t xml:space="preserve">s, </w:t>
      </w:r>
      <w:r w:rsidR="006E30BD" w:rsidRPr="006E30BD">
        <w:rPr>
          <w:b/>
          <w:bCs/>
          <w:i/>
          <w:iCs/>
          <w:color w:val="FF0000"/>
        </w:rPr>
        <w:t>bold</w:t>
      </w:r>
      <w:r w:rsidR="006E30BD" w:rsidRPr="006E30BD">
        <w:rPr>
          <w:i/>
          <w:iCs/>
          <w:color w:val="FF0000"/>
        </w:rPr>
        <w:t xml:space="preserve">, and </w:t>
      </w:r>
      <w:r w:rsidR="006E30BD" w:rsidRPr="006E30BD">
        <w:rPr>
          <w:i/>
          <w:iCs/>
          <w:color w:val="FF0000"/>
          <w:u w:val="single"/>
        </w:rPr>
        <w:t>underline</w:t>
      </w:r>
      <w:r w:rsidR="006E30BD" w:rsidRPr="006E30BD">
        <w:rPr>
          <w:i/>
          <w:iCs/>
          <w:color w:val="FF0000"/>
        </w:rPr>
        <w:t xml:space="preserve"> when you want those added to the comic!</w:t>
      </w:r>
    </w:p>
    <w:p w14:paraId="7A53C921" w14:textId="2BFC1CC8" w:rsidR="003A2E65" w:rsidRDefault="00DD43CA" w:rsidP="005C7BF9">
      <w:pPr>
        <w:pStyle w:val="Description"/>
        <w:numPr>
          <w:ilvl w:val="0"/>
          <w:numId w:val="0"/>
        </w:numPr>
        <w:rPr>
          <w:i/>
          <w:iCs/>
          <w:color w:val="FF0000"/>
        </w:rPr>
      </w:pPr>
      <w:r>
        <w:rPr>
          <w:i/>
          <w:iCs/>
          <w:color w:val="FF0000"/>
        </w:rPr>
        <w:t>Remember, to</w:t>
      </w:r>
      <w:r w:rsidR="00212803">
        <w:rPr>
          <w:i/>
          <w:iCs/>
          <w:color w:val="FF0000"/>
        </w:rPr>
        <w:t xml:space="preserve"> navigate the different </w:t>
      </w:r>
      <w:r w:rsidR="00D6719E">
        <w:rPr>
          <w:i/>
          <w:iCs/>
          <w:color w:val="FF0000"/>
        </w:rPr>
        <w:t>l</w:t>
      </w:r>
      <w:r>
        <w:rPr>
          <w:i/>
          <w:iCs/>
          <w:color w:val="FF0000"/>
        </w:rPr>
        <w:t>evels</w:t>
      </w:r>
      <w:r w:rsidR="00D6719E">
        <w:rPr>
          <w:i/>
          <w:iCs/>
          <w:color w:val="FF0000"/>
        </w:rPr>
        <w:t xml:space="preserve"> in the list</w:t>
      </w:r>
      <w:r>
        <w:rPr>
          <w:i/>
          <w:iCs/>
          <w:color w:val="FF0000"/>
        </w:rPr>
        <w:t xml:space="preserve"> use</w:t>
      </w:r>
      <w:r w:rsidR="00D6719E">
        <w:rPr>
          <w:i/>
          <w:iCs/>
          <w:color w:val="FF0000"/>
        </w:rPr>
        <w:t xml:space="preserve"> the shortcut “Alt + Shift + (Back/Forward Arrow)</w:t>
      </w:r>
      <w:r>
        <w:rPr>
          <w:i/>
          <w:iCs/>
          <w:color w:val="FF0000"/>
        </w:rPr>
        <w:t>”</w:t>
      </w:r>
      <w:r w:rsidR="00D6719E">
        <w:rPr>
          <w:i/>
          <w:iCs/>
          <w:color w:val="FF0000"/>
        </w:rPr>
        <w:t xml:space="preserve">. </w:t>
      </w:r>
      <w:r w:rsidR="00F24B58">
        <w:rPr>
          <w:i/>
          <w:iCs/>
          <w:color w:val="FF0000"/>
        </w:rPr>
        <w:t xml:space="preserve">This will cycle through the different list levels. When you are finished with the page, just cycle a new line all the way back to “PAGE” and a new page will start. </w:t>
      </w:r>
      <w:r w:rsidR="00E11805" w:rsidRPr="006E30BD">
        <w:rPr>
          <w:i/>
          <w:iCs/>
          <w:color w:val="FF0000"/>
        </w:rPr>
        <w:t xml:space="preserve">Now </w:t>
      </w:r>
      <w:r w:rsidR="006E30BD" w:rsidRPr="006E30BD">
        <w:rPr>
          <w:i/>
          <w:iCs/>
          <w:color w:val="FF0000"/>
        </w:rPr>
        <w:t>let’s</w:t>
      </w:r>
      <w:r w:rsidR="00E11805" w:rsidRPr="006E30BD">
        <w:rPr>
          <w:i/>
          <w:iCs/>
          <w:color w:val="FF0000"/>
        </w:rPr>
        <w:t xml:space="preserve"> see the template in action </w:t>
      </w:r>
      <w:r w:rsidR="00916F9F" w:rsidRPr="006E30BD">
        <w:rPr>
          <w:i/>
          <w:iCs/>
          <w:color w:val="FF0000"/>
        </w:rPr>
        <w:t>for a bit.</w:t>
      </w:r>
    </w:p>
    <w:p w14:paraId="3F2B8B05" w14:textId="77777777" w:rsidR="00D45964" w:rsidRDefault="00D45964" w:rsidP="00D45964">
      <w:pPr>
        <w:pStyle w:val="Page"/>
      </w:pPr>
    </w:p>
    <w:p w14:paraId="2E69D201" w14:textId="31271D37" w:rsidR="00D45964" w:rsidRDefault="00AE4D82" w:rsidP="00D45964">
      <w:pPr>
        <w:pStyle w:val="SCENEHEADING"/>
      </w:pPr>
      <w:r>
        <w:t xml:space="preserve">Comic Store, Day, </w:t>
      </w:r>
      <w:r w:rsidR="001E6EA2">
        <w:t>Sunny, Int.</w:t>
      </w:r>
    </w:p>
    <w:p w14:paraId="739F91F0" w14:textId="77777777" w:rsidR="001E6EA2" w:rsidRDefault="001E6EA2" w:rsidP="001E6EA2">
      <w:pPr>
        <w:pStyle w:val="Panel"/>
      </w:pPr>
    </w:p>
    <w:p w14:paraId="0185C46A" w14:textId="28303CE8" w:rsidR="001E6EA2" w:rsidRDefault="0020207E" w:rsidP="001E6EA2">
      <w:pPr>
        <w:pStyle w:val="Description"/>
      </w:pPr>
      <w:r>
        <w:t xml:space="preserve">Half page panel. </w:t>
      </w:r>
      <w:r w:rsidR="001E6EA2">
        <w:t xml:space="preserve">Joe and Champ are in the </w:t>
      </w:r>
      <w:r w:rsidR="00FD2F2B">
        <w:t>comic store</w:t>
      </w:r>
      <w:r w:rsidR="001E6EA2">
        <w:t xml:space="preserve">, no one is behind the </w:t>
      </w:r>
      <w:r>
        <w:t>counter,</w:t>
      </w:r>
      <w:r w:rsidR="001E6EA2">
        <w:t xml:space="preserve"> and they seem to be </w:t>
      </w:r>
      <w:r w:rsidR="00A25B2F">
        <w:t>alone</w:t>
      </w:r>
      <w:r w:rsidR="00FD2F2B">
        <w:t>. The two are looking through the comics.</w:t>
      </w:r>
    </w:p>
    <w:p w14:paraId="762330CD" w14:textId="5F448E0E" w:rsidR="0020207E" w:rsidRDefault="0020207E" w:rsidP="0020207E">
      <w:pPr>
        <w:pStyle w:val="CHARACTER"/>
      </w:pPr>
      <w:r>
        <w:t>Caption</w:t>
      </w:r>
    </w:p>
    <w:p w14:paraId="4DD58496" w14:textId="1638198E" w:rsidR="00D06F04" w:rsidRPr="00D06F04" w:rsidRDefault="00D06F04" w:rsidP="00D06F04">
      <w:pPr>
        <w:pStyle w:val="Parenthetical"/>
      </w:pPr>
      <w:r>
        <w:t>Story Title)</w:t>
      </w:r>
    </w:p>
    <w:p w14:paraId="04647011" w14:textId="0139074D" w:rsidR="0020207E" w:rsidRDefault="0020207E" w:rsidP="0020207E">
      <w:pPr>
        <w:pStyle w:val="Dialogue"/>
      </w:pPr>
      <w:r>
        <w:t>Joes Sister</w:t>
      </w:r>
    </w:p>
    <w:p w14:paraId="0233B152" w14:textId="362BD88D" w:rsidR="003E5035" w:rsidRDefault="003E5035" w:rsidP="003E5035">
      <w:pPr>
        <w:pStyle w:val="CHARACTER"/>
      </w:pPr>
      <w:r>
        <w:t>SFX</w:t>
      </w:r>
    </w:p>
    <w:p w14:paraId="2E5935B1" w14:textId="75C3FD85" w:rsidR="003E5035" w:rsidRPr="003E5035" w:rsidRDefault="003E5035" w:rsidP="003E5035">
      <w:pPr>
        <w:pStyle w:val="Parenthetical"/>
      </w:pPr>
      <w:r>
        <w:t>coming from the comics being picked through)</w:t>
      </w:r>
    </w:p>
    <w:p w14:paraId="35C7FD32" w14:textId="730BB8F0" w:rsidR="003E5035" w:rsidRPr="003E5035" w:rsidRDefault="003E5035" w:rsidP="003E5035">
      <w:pPr>
        <w:pStyle w:val="Dialogue"/>
      </w:pPr>
      <w:r>
        <w:t>shuffle shuffle shuffle</w:t>
      </w:r>
    </w:p>
    <w:p w14:paraId="7B57DFA9" w14:textId="601B1C63" w:rsidR="00832DB9" w:rsidRDefault="00916F9F" w:rsidP="00E35593">
      <w:pPr>
        <w:pStyle w:val="CHARACTER"/>
      </w:pPr>
      <w:r>
        <w:t>Joe</w:t>
      </w:r>
    </w:p>
    <w:p w14:paraId="441D4D7D" w14:textId="505F0F3A" w:rsidR="00832DB9" w:rsidRDefault="0020207E" w:rsidP="00F2463A">
      <w:pPr>
        <w:pStyle w:val="Dialogue"/>
      </w:pPr>
      <w:r>
        <w:t>I heard you were hanging out with my sister last night.</w:t>
      </w:r>
    </w:p>
    <w:p w14:paraId="5F735F33" w14:textId="33F12481" w:rsidR="00AE171E" w:rsidRDefault="00246A85" w:rsidP="0020207E">
      <w:pPr>
        <w:pStyle w:val="CHARACTER"/>
      </w:pPr>
      <w:r>
        <w:t>Champ</w:t>
      </w:r>
    </w:p>
    <w:p w14:paraId="57437CBD" w14:textId="470D4D28" w:rsidR="00735FA6" w:rsidRPr="00735FA6" w:rsidRDefault="0020207E" w:rsidP="00735FA6">
      <w:pPr>
        <w:pStyle w:val="Dialogue"/>
      </w:pPr>
      <w:r>
        <w:t>Yup.</w:t>
      </w:r>
    </w:p>
    <w:p w14:paraId="73EA764D" w14:textId="77777777" w:rsidR="00AE171E" w:rsidRDefault="00AE171E" w:rsidP="00AE171E">
      <w:pPr>
        <w:pStyle w:val="Panel"/>
      </w:pPr>
    </w:p>
    <w:p w14:paraId="47D13DC6" w14:textId="17BB6A4F" w:rsidR="00246A85" w:rsidRDefault="00432F43" w:rsidP="00246A85">
      <w:pPr>
        <w:pStyle w:val="Description"/>
      </w:pPr>
      <w:r>
        <w:t>Close up on Joe</w:t>
      </w:r>
      <w:r w:rsidR="00BE540F">
        <w:t>. Joe</w:t>
      </w:r>
      <w:r w:rsidR="00D06F04">
        <w:t>s finger is raised</w:t>
      </w:r>
      <w:r w:rsidR="00BE540F">
        <w:t xml:space="preserve"> as if lecturing Champ.</w:t>
      </w:r>
    </w:p>
    <w:p w14:paraId="2E524CA1" w14:textId="7402B97F" w:rsidR="00432F43" w:rsidRDefault="00432F43" w:rsidP="00432F43">
      <w:pPr>
        <w:pStyle w:val="CHARACTER"/>
      </w:pPr>
      <w:r>
        <w:t>Joe</w:t>
      </w:r>
    </w:p>
    <w:p w14:paraId="5703E002" w14:textId="0FC14BD9" w:rsidR="00432F43" w:rsidRDefault="00432F43" w:rsidP="00432F43">
      <w:pPr>
        <w:pStyle w:val="Parenthetical"/>
      </w:pPr>
      <w:r>
        <w:t>annoyed)</w:t>
      </w:r>
    </w:p>
    <w:p w14:paraId="3A887165" w14:textId="08116AF2" w:rsidR="00432F43" w:rsidRDefault="0020207E" w:rsidP="002D2B6B">
      <w:pPr>
        <w:pStyle w:val="Dialogue"/>
      </w:pPr>
      <w:r>
        <w:t>You better not be trying anything, she’s not like the trash you always date.</w:t>
      </w:r>
    </w:p>
    <w:p w14:paraId="190EA44A" w14:textId="77777777" w:rsidR="00432F43" w:rsidRDefault="00432F43" w:rsidP="00432F43">
      <w:pPr>
        <w:pStyle w:val="Panel"/>
      </w:pPr>
    </w:p>
    <w:p w14:paraId="0380C136" w14:textId="2D2D7393" w:rsidR="00432F43" w:rsidRDefault="00BE540F" w:rsidP="00432F43">
      <w:pPr>
        <w:pStyle w:val="Description"/>
      </w:pPr>
      <w:r>
        <w:t xml:space="preserve">Full body on </w:t>
      </w:r>
      <w:r w:rsidR="00D5720C">
        <w:t>Champ</w:t>
      </w:r>
      <w:r w:rsidR="00A30D1C">
        <w:t>, shrugging shoulders with his hands open and towards the ceiling.</w:t>
      </w:r>
    </w:p>
    <w:p w14:paraId="11A30D6E" w14:textId="692C0EEE" w:rsidR="00524365" w:rsidRDefault="00524365" w:rsidP="00524365">
      <w:pPr>
        <w:pStyle w:val="CHARACTER"/>
      </w:pPr>
      <w:r>
        <w:t>Champ</w:t>
      </w:r>
    </w:p>
    <w:p w14:paraId="40EA5A47" w14:textId="30F1F0AA" w:rsidR="00524365" w:rsidRDefault="00524365" w:rsidP="00524365">
      <w:pPr>
        <w:pStyle w:val="Parenthetical"/>
      </w:pPr>
      <w:r>
        <w:t>defensive)</w:t>
      </w:r>
    </w:p>
    <w:p w14:paraId="0264117A" w14:textId="5720EAEE" w:rsidR="00764C42" w:rsidRDefault="0020207E" w:rsidP="00696C89">
      <w:pPr>
        <w:pStyle w:val="Dialogue"/>
      </w:pPr>
      <w:r>
        <w:t>She’s an adult and can make any mistake she wants to.</w:t>
      </w:r>
    </w:p>
    <w:p w14:paraId="5F37AA7B" w14:textId="7AA22CE0" w:rsidR="009B1AB5" w:rsidRDefault="009B1AB5" w:rsidP="009B1AB5">
      <w:pPr>
        <w:pStyle w:val="Page"/>
      </w:pPr>
    </w:p>
    <w:p w14:paraId="39FAF6E4" w14:textId="444F533F" w:rsidR="009B1AB5" w:rsidRDefault="009B1AB5" w:rsidP="009B1AB5">
      <w:pPr>
        <w:pStyle w:val="SCENEHEADING"/>
      </w:pPr>
      <w:r>
        <w:t>Comic store, Day, Sunny, Ext.</w:t>
      </w:r>
    </w:p>
    <w:p w14:paraId="7990BAAB" w14:textId="77777777" w:rsidR="009B1AB5" w:rsidRDefault="009B1AB5" w:rsidP="009B1AB5">
      <w:pPr>
        <w:pStyle w:val="Panel"/>
      </w:pPr>
    </w:p>
    <w:p w14:paraId="46EF1F3A" w14:textId="383B7831" w:rsidR="009B1AB5" w:rsidRDefault="0076388D" w:rsidP="009B1AB5">
      <w:pPr>
        <w:pStyle w:val="Description"/>
      </w:pPr>
      <w:r>
        <w:t xml:space="preserve">Full Page. </w:t>
      </w:r>
      <w:r w:rsidR="009B1AB5">
        <w:t>Looking towards the front door and window of the comic store.</w:t>
      </w:r>
      <w:r w:rsidR="00246EFB">
        <w:t xml:space="preserve"> The </w:t>
      </w:r>
      <w:r w:rsidR="0020207E">
        <w:t>characters’</w:t>
      </w:r>
      <w:r w:rsidR="00246EFB">
        <w:t xml:space="preserve"> </w:t>
      </w:r>
      <w:r w:rsidR="00E721C5">
        <w:t>silhouettes</w:t>
      </w:r>
      <w:r w:rsidR="00246EFB">
        <w:t xml:space="preserve"> can vaguely be seen</w:t>
      </w:r>
      <w:r w:rsidR="00E721C5">
        <w:t xml:space="preserve"> through the window</w:t>
      </w:r>
      <w:r w:rsidR="00246EFB">
        <w:t>.</w:t>
      </w:r>
    </w:p>
    <w:p w14:paraId="3193EB2F" w14:textId="3E5CB1F0" w:rsidR="0020207E" w:rsidRDefault="0020207E" w:rsidP="0020207E">
      <w:pPr>
        <w:pStyle w:val="CHARACTER"/>
      </w:pPr>
      <w:r>
        <w:t>Joe</w:t>
      </w:r>
    </w:p>
    <w:p w14:paraId="2E946C1B" w14:textId="7D218F9F" w:rsidR="0020207E" w:rsidRDefault="00E721C5" w:rsidP="0020207E">
      <w:pPr>
        <w:pStyle w:val="Parenthetical"/>
      </w:pPr>
      <w:r>
        <w:t>through the window</w:t>
      </w:r>
      <w:r w:rsidR="0020207E">
        <w:t>)</w:t>
      </w:r>
    </w:p>
    <w:p w14:paraId="26490D5B" w14:textId="51FFB76E" w:rsidR="0020207E" w:rsidRPr="0020207E" w:rsidRDefault="003E5035" w:rsidP="0020207E">
      <w:pPr>
        <w:pStyle w:val="Dialogue"/>
      </w:pPr>
      <w:r>
        <w:t>Yeah, but she’s my sister, and I’m the one that gets to fix those mistakes</w:t>
      </w:r>
      <w:r w:rsidR="00D541F4">
        <w:t>.</w:t>
      </w:r>
      <w:r>
        <w:t xml:space="preserve"> Got it?!</w:t>
      </w:r>
    </w:p>
    <w:sectPr w:rsidR="0020207E" w:rsidRPr="0020207E" w:rsidSect="007D6432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D9D71" w14:textId="77777777" w:rsidR="006D7AAD" w:rsidRDefault="006D7AAD" w:rsidP="00E57E78">
      <w:r>
        <w:separator/>
      </w:r>
    </w:p>
  </w:endnote>
  <w:endnote w:type="continuationSeparator" w:id="0">
    <w:p w14:paraId="09D4D5E7" w14:textId="77777777" w:rsidR="006D7AAD" w:rsidRDefault="006D7AAD" w:rsidP="00E57E78">
      <w:r>
        <w:continuationSeparator/>
      </w:r>
    </w:p>
  </w:endnote>
  <w:endnote w:type="continuationNotice" w:id="1">
    <w:p w14:paraId="466C55D4" w14:textId="77777777" w:rsidR="006D7AAD" w:rsidRDefault="006D7AA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1840" w14:textId="1F011361" w:rsidR="00B72103" w:rsidRDefault="00B72103" w:rsidP="00E57E78">
    <w:pPr>
      <w:pStyle w:val="Footer"/>
    </w:pPr>
    <w:r>
      <w:fldChar w:fldCharType="begin"/>
    </w:r>
    <w:r>
      <w:instrText xml:space="preserve">PAGE  </w:instrText>
    </w:r>
    <w:r>
      <w:fldChar w:fldCharType="separate"/>
    </w:r>
    <w:r w:rsidR="00F73648">
      <w:rPr>
        <w:noProof/>
      </w:rPr>
      <w:t>2</w:t>
    </w:r>
    <w:r>
      <w:fldChar w:fldCharType="end"/>
    </w:r>
  </w:p>
  <w:p w14:paraId="10321CF4" w14:textId="77777777" w:rsidR="00B72103" w:rsidRDefault="00B72103" w:rsidP="00E57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6C8A5" w14:textId="139A280F" w:rsidR="00B72103" w:rsidRDefault="005F72B9" w:rsidP="00E57E78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D10C5B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E986" w14:textId="13555ABE" w:rsidR="00FC6714" w:rsidRPr="00FC6714" w:rsidRDefault="00FC6714" w:rsidP="00FC6714">
    <w:pPr>
      <w:pStyle w:val="Footer"/>
      <w:jc w:val="center"/>
      <w:rPr>
        <w:color w:val="A6A6A6" w:themeColor="background1" w:themeShade="A6"/>
        <w:sz w:val="22"/>
        <w:szCs w:val="22"/>
      </w:rPr>
    </w:pPr>
    <w:r w:rsidRPr="00FC6714">
      <w:rPr>
        <w:color w:val="A6A6A6" w:themeColor="background1" w:themeShade="A6"/>
        <w:sz w:val="22"/>
        <w:szCs w:val="22"/>
      </w:rPr>
      <w:t xml:space="preserve">This template created by </w:t>
    </w:r>
    <w:r w:rsidR="008C1336">
      <w:rPr>
        <w:color w:val="A6A6A6" w:themeColor="background1" w:themeShade="A6"/>
        <w:sz w:val="22"/>
        <w:szCs w:val="22"/>
      </w:rPr>
      <w:t>Mike Moman</w:t>
    </w:r>
    <w:r w:rsidRPr="00FC6714">
      <w:rPr>
        <w:color w:val="A6A6A6" w:themeColor="background1" w:themeShade="A6"/>
        <w:sz w:val="22"/>
        <w:szCs w:val="22"/>
      </w:rPr>
      <w:t xml:space="preserve"> </w:t>
    </w:r>
    <w:r w:rsidR="008C1336">
      <w:rPr>
        <w:color w:val="A6A6A6" w:themeColor="background1" w:themeShade="A6"/>
        <w:sz w:val="22"/>
        <w:szCs w:val="22"/>
      </w:rPr>
      <w:t>at Moman Does Art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85F2C" w14:textId="77777777" w:rsidR="006D7AAD" w:rsidRDefault="006D7AAD" w:rsidP="00E57E78">
      <w:r>
        <w:separator/>
      </w:r>
    </w:p>
  </w:footnote>
  <w:footnote w:type="continuationSeparator" w:id="0">
    <w:p w14:paraId="6265D817" w14:textId="77777777" w:rsidR="006D7AAD" w:rsidRDefault="006D7AAD" w:rsidP="00E57E78">
      <w:r>
        <w:continuationSeparator/>
      </w:r>
    </w:p>
  </w:footnote>
  <w:footnote w:type="continuationNotice" w:id="1">
    <w:p w14:paraId="774EB178" w14:textId="77777777" w:rsidR="006D7AAD" w:rsidRDefault="006D7AA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A8830" w14:textId="4292881C" w:rsidR="009A6388" w:rsidRPr="009A6388" w:rsidRDefault="009A6388">
    <w:pPr>
      <w:pStyle w:val="Header"/>
      <w:rPr>
        <w:lang w:val="en-CA"/>
      </w:rPr>
    </w:pPr>
    <w:r>
      <w:rPr>
        <w:lang w:val="en-CA"/>
      </w:rPr>
      <w:t xml:space="preserve">©2023 </w:t>
    </w:r>
    <w:r w:rsidR="00D94531">
      <w:rPr>
        <w:lang w:val="en-CA"/>
      </w:rPr>
      <w:t>name, email@email.com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678B2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E90431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C243D0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8AC86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C32ECB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3AC7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5AC5D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9056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BE9A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8CE9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9184F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09C5087B"/>
    <w:multiLevelType w:val="multilevel"/>
    <w:tmpl w:val="46D02E42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SCENE: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Description: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(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69D1A09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2FF74273"/>
    <w:multiLevelType w:val="multilevel"/>
    <w:tmpl w:val="3118ADD4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606115"/>
    <w:multiLevelType w:val="multilevel"/>
    <w:tmpl w:val="F61073FA"/>
    <w:lvl w:ilvl="0">
      <w:start w:val="1"/>
      <w:numFmt w:val="decimal"/>
      <w:pStyle w:val="Page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Restart w:val="0"/>
      <w:pStyle w:val="SCENEHEADING"/>
      <w:suff w:val="nothing"/>
      <w:lvlText w:val="Scene:%2 "/>
      <w:lvlJc w:val="left"/>
      <w:pPr>
        <w:ind w:left="0" w:firstLine="0"/>
      </w:pPr>
      <w:rPr>
        <w:rFonts w:ascii="Courier New" w:hAnsi="Courier New" w:hint="default"/>
        <w:b w:val="0"/>
        <w:i w:val="0"/>
        <w:caps/>
        <w:color w:val="984806" w:themeColor="accent6" w:themeShade="80"/>
      </w:rPr>
    </w:lvl>
    <w:lvl w:ilvl="2">
      <w:start w:val="1"/>
      <w:numFmt w:val="decimal"/>
      <w:lvlRestart w:val="1"/>
      <w:pStyle w:val="Panel"/>
      <w:suff w:val="nothing"/>
      <w:lvlText w:val="Panel: %3  "/>
      <w:lvlJc w:val="left"/>
      <w:pPr>
        <w:ind w:left="0" w:firstLine="0"/>
      </w:pPr>
      <w:rPr>
        <w:rFonts w:ascii="Courier New" w:hAnsi="Courier New" w:hint="default"/>
        <w:b/>
        <w:i w:val="0"/>
        <w:caps w:val="0"/>
        <w:color w:val="auto"/>
      </w:rPr>
    </w:lvl>
    <w:lvl w:ilvl="3">
      <w:start w:val="1"/>
      <w:numFmt w:val="none"/>
      <w:lvlRestart w:val="0"/>
      <w:pStyle w:val="Description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pStyle w:val="CHARACTER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pStyle w:val="Parenthetical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pStyle w:val="Dialogue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none"/>
      <w:lvlRestart w:val="0"/>
      <w:lvlText w:val="%8Thank you. I hope you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Restart w:val="0"/>
      <w:lvlText w:val="%9enjoy this template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1622EA3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370F0679"/>
    <w:multiLevelType w:val="multilevel"/>
    <w:tmpl w:val="3118ADD4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905246F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3F7D6B7C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468A613A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47E864D8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4F716B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C666F0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55445900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AAC40C5"/>
    <w:multiLevelType w:val="hybridMultilevel"/>
    <w:tmpl w:val="F0825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F021B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6EE8788A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7" w15:restartNumberingAfterBreak="0">
    <w:nsid w:val="702924CC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70B3622E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751620FF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761D12DF"/>
    <w:multiLevelType w:val="multilevel"/>
    <w:tmpl w:val="3118ADD4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1859192428">
    <w:abstractNumId w:val="9"/>
  </w:num>
  <w:num w:numId="2" w16cid:durableId="1282492198">
    <w:abstractNumId w:val="9"/>
  </w:num>
  <w:num w:numId="3" w16cid:durableId="1171876776">
    <w:abstractNumId w:val="7"/>
  </w:num>
  <w:num w:numId="4" w16cid:durableId="1217158062">
    <w:abstractNumId w:val="6"/>
  </w:num>
  <w:num w:numId="5" w16cid:durableId="876624609">
    <w:abstractNumId w:val="5"/>
  </w:num>
  <w:num w:numId="6" w16cid:durableId="716708529">
    <w:abstractNumId w:val="4"/>
  </w:num>
  <w:num w:numId="7" w16cid:durableId="308025453">
    <w:abstractNumId w:val="8"/>
  </w:num>
  <w:num w:numId="8" w16cid:durableId="1866288708">
    <w:abstractNumId w:val="3"/>
  </w:num>
  <w:num w:numId="9" w16cid:durableId="1947156310">
    <w:abstractNumId w:val="2"/>
  </w:num>
  <w:num w:numId="10" w16cid:durableId="42677376">
    <w:abstractNumId w:val="1"/>
  </w:num>
  <w:num w:numId="11" w16cid:durableId="369503141">
    <w:abstractNumId w:val="0"/>
  </w:num>
  <w:num w:numId="12" w16cid:durableId="942881119">
    <w:abstractNumId w:val="13"/>
  </w:num>
  <w:num w:numId="13" w16cid:durableId="2000885172">
    <w:abstractNumId w:val="24"/>
  </w:num>
  <w:num w:numId="14" w16cid:durableId="420219149">
    <w:abstractNumId w:val="30"/>
  </w:num>
  <w:num w:numId="15" w16cid:durableId="2036496543">
    <w:abstractNumId w:val="16"/>
  </w:num>
  <w:num w:numId="16" w16cid:durableId="1349675495">
    <w:abstractNumId w:val="11"/>
  </w:num>
  <w:num w:numId="17" w16cid:durableId="1734500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5776660">
    <w:abstractNumId w:val="21"/>
  </w:num>
  <w:num w:numId="19" w16cid:durableId="785585024">
    <w:abstractNumId w:val="23"/>
  </w:num>
  <w:num w:numId="20" w16cid:durableId="1422216019">
    <w:abstractNumId w:val="28"/>
  </w:num>
  <w:num w:numId="21" w16cid:durableId="275913772">
    <w:abstractNumId w:val="18"/>
  </w:num>
  <w:num w:numId="22" w16cid:durableId="144783112">
    <w:abstractNumId w:val="17"/>
  </w:num>
  <w:num w:numId="23" w16cid:durableId="1534926879">
    <w:abstractNumId w:val="20"/>
  </w:num>
  <w:num w:numId="24" w16cid:durableId="1184980519">
    <w:abstractNumId w:val="29"/>
  </w:num>
  <w:num w:numId="25" w16cid:durableId="1107624085">
    <w:abstractNumId w:val="27"/>
  </w:num>
  <w:num w:numId="26" w16cid:durableId="1093867009">
    <w:abstractNumId w:val="10"/>
  </w:num>
  <w:num w:numId="27" w16cid:durableId="1944192990">
    <w:abstractNumId w:val="15"/>
  </w:num>
  <w:num w:numId="28" w16cid:durableId="1437024576">
    <w:abstractNumId w:val="25"/>
  </w:num>
  <w:num w:numId="29" w16cid:durableId="1653093528">
    <w:abstractNumId w:val="19"/>
  </w:num>
  <w:num w:numId="30" w16cid:durableId="1155340606">
    <w:abstractNumId w:val="26"/>
  </w:num>
  <w:num w:numId="31" w16cid:durableId="688068775">
    <w:abstractNumId w:val="22"/>
  </w:num>
  <w:num w:numId="32" w16cid:durableId="784153838">
    <w:abstractNumId w:val="12"/>
  </w:num>
  <w:num w:numId="33" w16cid:durableId="633099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5B"/>
    <w:rsid w:val="00001039"/>
    <w:rsid w:val="00005739"/>
    <w:rsid w:val="0001418C"/>
    <w:rsid w:val="00020B89"/>
    <w:rsid w:val="00022351"/>
    <w:rsid w:val="000235E2"/>
    <w:rsid w:val="00024E5F"/>
    <w:rsid w:val="00026706"/>
    <w:rsid w:val="00027039"/>
    <w:rsid w:val="00031B34"/>
    <w:rsid w:val="00035C60"/>
    <w:rsid w:val="00041947"/>
    <w:rsid w:val="000448E8"/>
    <w:rsid w:val="00045654"/>
    <w:rsid w:val="00046AE3"/>
    <w:rsid w:val="000471BD"/>
    <w:rsid w:val="0004731D"/>
    <w:rsid w:val="000508B0"/>
    <w:rsid w:val="0005262F"/>
    <w:rsid w:val="00056D5F"/>
    <w:rsid w:val="00061EF4"/>
    <w:rsid w:val="0006736F"/>
    <w:rsid w:val="0006781B"/>
    <w:rsid w:val="0007272F"/>
    <w:rsid w:val="00072820"/>
    <w:rsid w:val="000774D9"/>
    <w:rsid w:val="00082B53"/>
    <w:rsid w:val="00094F43"/>
    <w:rsid w:val="00096B1A"/>
    <w:rsid w:val="000A5385"/>
    <w:rsid w:val="000A5FE1"/>
    <w:rsid w:val="000A6777"/>
    <w:rsid w:val="000B3C38"/>
    <w:rsid w:val="000B6410"/>
    <w:rsid w:val="000C0A58"/>
    <w:rsid w:val="000C55AD"/>
    <w:rsid w:val="000C7059"/>
    <w:rsid w:val="000D3A0B"/>
    <w:rsid w:val="000D4E4C"/>
    <w:rsid w:val="000E1222"/>
    <w:rsid w:val="000F0DAC"/>
    <w:rsid w:val="000F175B"/>
    <w:rsid w:val="000F7053"/>
    <w:rsid w:val="000F75B3"/>
    <w:rsid w:val="00101B22"/>
    <w:rsid w:val="00104064"/>
    <w:rsid w:val="001117A5"/>
    <w:rsid w:val="00111BD9"/>
    <w:rsid w:val="001162D1"/>
    <w:rsid w:val="0011730D"/>
    <w:rsid w:val="0012114D"/>
    <w:rsid w:val="00124EC5"/>
    <w:rsid w:val="0012584A"/>
    <w:rsid w:val="0012595A"/>
    <w:rsid w:val="00131505"/>
    <w:rsid w:val="001363E5"/>
    <w:rsid w:val="001364B1"/>
    <w:rsid w:val="00137724"/>
    <w:rsid w:val="001466CF"/>
    <w:rsid w:val="00153CEC"/>
    <w:rsid w:val="00156BAD"/>
    <w:rsid w:val="00160B46"/>
    <w:rsid w:val="00163F44"/>
    <w:rsid w:val="001677CB"/>
    <w:rsid w:val="00170BDE"/>
    <w:rsid w:val="00193792"/>
    <w:rsid w:val="001A1E9C"/>
    <w:rsid w:val="001A2512"/>
    <w:rsid w:val="001A4138"/>
    <w:rsid w:val="001A42DA"/>
    <w:rsid w:val="001A725D"/>
    <w:rsid w:val="001B006C"/>
    <w:rsid w:val="001B1719"/>
    <w:rsid w:val="001B3F0F"/>
    <w:rsid w:val="001C173F"/>
    <w:rsid w:val="001C438B"/>
    <w:rsid w:val="001C5E89"/>
    <w:rsid w:val="001C7ADF"/>
    <w:rsid w:val="001C7D99"/>
    <w:rsid w:val="001D0621"/>
    <w:rsid w:val="001D062F"/>
    <w:rsid w:val="001D0D30"/>
    <w:rsid w:val="001D143D"/>
    <w:rsid w:val="001D560E"/>
    <w:rsid w:val="001E2B4C"/>
    <w:rsid w:val="001E6EA2"/>
    <w:rsid w:val="001F0273"/>
    <w:rsid w:val="0020207E"/>
    <w:rsid w:val="00204039"/>
    <w:rsid w:val="0020493F"/>
    <w:rsid w:val="00204F7D"/>
    <w:rsid w:val="00205C49"/>
    <w:rsid w:val="0021135B"/>
    <w:rsid w:val="00211B39"/>
    <w:rsid w:val="002123CF"/>
    <w:rsid w:val="00212803"/>
    <w:rsid w:val="0022515C"/>
    <w:rsid w:val="00244AA7"/>
    <w:rsid w:val="00246A85"/>
    <w:rsid w:val="00246AB7"/>
    <w:rsid w:val="00246EFB"/>
    <w:rsid w:val="00254509"/>
    <w:rsid w:val="00257660"/>
    <w:rsid w:val="002576FD"/>
    <w:rsid w:val="00261F0D"/>
    <w:rsid w:val="00262940"/>
    <w:rsid w:val="00264050"/>
    <w:rsid w:val="00287D9F"/>
    <w:rsid w:val="002913E4"/>
    <w:rsid w:val="002A0865"/>
    <w:rsid w:val="002A2789"/>
    <w:rsid w:val="002B6EA1"/>
    <w:rsid w:val="002C2420"/>
    <w:rsid w:val="002C73FA"/>
    <w:rsid w:val="002C768D"/>
    <w:rsid w:val="002D0DA7"/>
    <w:rsid w:val="002D318B"/>
    <w:rsid w:val="002D3ED7"/>
    <w:rsid w:val="002D42E1"/>
    <w:rsid w:val="002D4859"/>
    <w:rsid w:val="002D6663"/>
    <w:rsid w:val="002E1BC5"/>
    <w:rsid w:val="002F0569"/>
    <w:rsid w:val="002F15AA"/>
    <w:rsid w:val="002F2A23"/>
    <w:rsid w:val="0030594A"/>
    <w:rsid w:val="00312589"/>
    <w:rsid w:val="00313DD6"/>
    <w:rsid w:val="0031471C"/>
    <w:rsid w:val="0031521B"/>
    <w:rsid w:val="003203A3"/>
    <w:rsid w:val="003226B6"/>
    <w:rsid w:val="00323FF9"/>
    <w:rsid w:val="0033008C"/>
    <w:rsid w:val="003349CB"/>
    <w:rsid w:val="00340D75"/>
    <w:rsid w:val="003432B4"/>
    <w:rsid w:val="003510CB"/>
    <w:rsid w:val="00357EC0"/>
    <w:rsid w:val="0036039A"/>
    <w:rsid w:val="00361C06"/>
    <w:rsid w:val="003626C5"/>
    <w:rsid w:val="003626FC"/>
    <w:rsid w:val="00365677"/>
    <w:rsid w:val="00365BB9"/>
    <w:rsid w:val="00365CF8"/>
    <w:rsid w:val="0036650E"/>
    <w:rsid w:val="003665ED"/>
    <w:rsid w:val="00367FC9"/>
    <w:rsid w:val="003702CE"/>
    <w:rsid w:val="00371660"/>
    <w:rsid w:val="00374BC6"/>
    <w:rsid w:val="00374BD3"/>
    <w:rsid w:val="003804E3"/>
    <w:rsid w:val="0039165A"/>
    <w:rsid w:val="00394B45"/>
    <w:rsid w:val="0039505D"/>
    <w:rsid w:val="00395351"/>
    <w:rsid w:val="00395FF0"/>
    <w:rsid w:val="003A2E65"/>
    <w:rsid w:val="003A4E1C"/>
    <w:rsid w:val="003B3B4A"/>
    <w:rsid w:val="003C0999"/>
    <w:rsid w:val="003C0A5F"/>
    <w:rsid w:val="003C1D58"/>
    <w:rsid w:val="003D39D3"/>
    <w:rsid w:val="003D64FA"/>
    <w:rsid w:val="003E3D09"/>
    <w:rsid w:val="003E5035"/>
    <w:rsid w:val="003F5D4D"/>
    <w:rsid w:val="003F6C63"/>
    <w:rsid w:val="0040057F"/>
    <w:rsid w:val="004031AE"/>
    <w:rsid w:val="00403D0A"/>
    <w:rsid w:val="00403E9E"/>
    <w:rsid w:val="004042A5"/>
    <w:rsid w:val="0040580E"/>
    <w:rsid w:val="0040619B"/>
    <w:rsid w:val="00411265"/>
    <w:rsid w:val="00417E9F"/>
    <w:rsid w:val="004200A2"/>
    <w:rsid w:val="004204F6"/>
    <w:rsid w:val="00426F35"/>
    <w:rsid w:val="00427F05"/>
    <w:rsid w:val="00430919"/>
    <w:rsid w:val="00432F43"/>
    <w:rsid w:val="0044206E"/>
    <w:rsid w:val="0044517D"/>
    <w:rsid w:val="0044655A"/>
    <w:rsid w:val="004469E4"/>
    <w:rsid w:val="00450967"/>
    <w:rsid w:val="0045308F"/>
    <w:rsid w:val="00464BFB"/>
    <w:rsid w:val="00465AAA"/>
    <w:rsid w:val="00466165"/>
    <w:rsid w:val="00466F44"/>
    <w:rsid w:val="004708F6"/>
    <w:rsid w:val="00470DD9"/>
    <w:rsid w:val="004725C4"/>
    <w:rsid w:val="00472CCA"/>
    <w:rsid w:val="004730BD"/>
    <w:rsid w:val="004733D6"/>
    <w:rsid w:val="00473698"/>
    <w:rsid w:val="00475759"/>
    <w:rsid w:val="00477639"/>
    <w:rsid w:val="00485B1F"/>
    <w:rsid w:val="004871AD"/>
    <w:rsid w:val="00492B64"/>
    <w:rsid w:val="004938C2"/>
    <w:rsid w:val="00495B55"/>
    <w:rsid w:val="00495BEC"/>
    <w:rsid w:val="004A49FA"/>
    <w:rsid w:val="004D037C"/>
    <w:rsid w:val="004D2113"/>
    <w:rsid w:val="004D4341"/>
    <w:rsid w:val="004D6D91"/>
    <w:rsid w:val="004E0F47"/>
    <w:rsid w:val="004F41BC"/>
    <w:rsid w:val="004F55A2"/>
    <w:rsid w:val="00505250"/>
    <w:rsid w:val="005133FE"/>
    <w:rsid w:val="005153F2"/>
    <w:rsid w:val="0052419E"/>
    <w:rsid w:val="00524365"/>
    <w:rsid w:val="00524C28"/>
    <w:rsid w:val="00533764"/>
    <w:rsid w:val="005408F6"/>
    <w:rsid w:val="00544EB2"/>
    <w:rsid w:val="00545B21"/>
    <w:rsid w:val="00546DC5"/>
    <w:rsid w:val="00551C62"/>
    <w:rsid w:val="00552D4B"/>
    <w:rsid w:val="005535C5"/>
    <w:rsid w:val="00556EFF"/>
    <w:rsid w:val="00564E3A"/>
    <w:rsid w:val="00570CCB"/>
    <w:rsid w:val="005711E9"/>
    <w:rsid w:val="00576C12"/>
    <w:rsid w:val="0058055E"/>
    <w:rsid w:val="00580E73"/>
    <w:rsid w:val="00581EDB"/>
    <w:rsid w:val="00582329"/>
    <w:rsid w:val="00585ECC"/>
    <w:rsid w:val="00591C97"/>
    <w:rsid w:val="00593C4D"/>
    <w:rsid w:val="00593D01"/>
    <w:rsid w:val="005A3CB1"/>
    <w:rsid w:val="005B05EB"/>
    <w:rsid w:val="005C431A"/>
    <w:rsid w:val="005C7BF9"/>
    <w:rsid w:val="005D554D"/>
    <w:rsid w:val="005D6F7A"/>
    <w:rsid w:val="005E1F54"/>
    <w:rsid w:val="005E3F8F"/>
    <w:rsid w:val="005E417C"/>
    <w:rsid w:val="005E45D4"/>
    <w:rsid w:val="005E51C2"/>
    <w:rsid w:val="005F6AD4"/>
    <w:rsid w:val="005F72B9"/>
    <w:rsid w:val="006017C1"/>
    <w:rsid w:val="00605727"/>
    <w:rsid w:val="00616288"/>
    <w:rsid w:val="00624207"/>
    <w:rsid w:val="00625626"/>
    <w:rsid w:val="006343AE"/>
    <w:rsid w:val="00635C0E"/>
    <w:rsid w:val="00637AB6"/>
    <w:rsid w:val="0064278D"/>
    <w:rsid w:val="00643393"/>
    <w:rsid w:val="006501A8"/>
    <w:rsid w:val="00662488"/>
    <w:rsid w:val="00663C1B"/>
    <w:rsid w:val="00670738"/>
    <w:rsid w:val="006807F8"/>
    <w:rsid w:val="00682221"/>
    <w:rsid w:val="006863B2"/>
    <w:rsid w:val="00692A2C"/>
    <w:rsid w:val="00694806"/>
    <w:rsid w:val="00696C89"/>
    <w:rsid w:val="006A37D0"/>
    <w:rsid w:val="006A5B84"/>
    <w:rsid w:val="006B1837"/>
    <w:rsid w:val="006B579D"/>
    <w:rsid w:val="006C3346"/>
    <w:rsid w:val="006C5141"/>
    <w:rsid w:val="006C5C5D"/>
    <w:rsid w:val="006D7AAD"/>
    <w:rsid w:val="006E2DCA"/>
    <w:rsid w:val="006E30BD"/>
    <w:rsid w:val="006F7234"/>
    <w:rsid w:val="0070351A"/>
    <w:rsid w:val="007044C2"/>
    <w:rsid w:val="00715958"/>
    <w:rsid w:val="00716DEA"/>
    <w:rsid w:val="00720EE2"/>
    <w:rsid w:val="00726139"/>
    <w:rsid w:val="00735FA6"/>
    <w:rsid w:val="00742133"/>
    <w:rsid w:val="007455A3"/>
    <w:rsid w:val="00747628"/>
    <w:rsid w:val="007501FF"/>
    <w:rsid w:val="00751918"/>
    <w:rsid w:val="00760868"/>
    <w:rsid w:val="00760A61"/>
    <w:rsid w:val="0076388D"/>
    <w:rsid w:val="00764C42"/>
    <w:rsid w:val="0077177B"/>
    <w:rsid w:val="0077778F"/>
    <w:rsid w:val="007802DF"/>
    <w:rsid w:val="007873F8"/>
    <w:rsid w:val="00794739"/>
    <w:rsid w:val="007A14FF"/>
    <w:rsid w:val="007A1829"/>
    <w:rsid w:val="007A4131"/>
    <w:rsid w:val="007A5D05"/>
    <w:rsid w:val="007B453B"/>
    <w:rsid w:val="007C358A"/>
    <w:rsid w:val="007D2A50"/>
    <w:rsid w:val="007D6432"/>
    <w:rsid w:val="007D6593"/>
    <w:rsid w:val="007D74E3"/>
    <w:rsid w:val="007E2155"/>
    <w:rsid w:val="007F00EB"/>
    <w:rsid w:val="007F50CC"/>
    <w:rsid w:val="00805D52"/>
    <w:rsid w:val="00806AE6"/>
    <w:rsid w:val="00806DD9"/>
    <w:rsid w:val="008124B0"/>
    <w:rsid w:val="00813798"/>
    <w:rsid w:val="00815C9A"/>
    <w:rsid w:val="00815DE1"/>
    <w:rsid w:val="00817145"/>
    <w:rsid w:val="00817CA2"/>
    <w:rsid w:val="00821919"/>
    <w:rsid w:val="00825B01"/>
    <w:rsid w:val="00830CAE"/>
    <w:rsid w:val="00831673"/>
    <w:rsid w:val="00832DB9"/>
    <w:rsid w:val="008433F4"/>
    <w:rsid w:val="00844509"/>
    <w:rsid w:val="0084628A"/>
    <w:rsid w:val="00846DDB"/>
    <w:rsid w:val="00847300"/>
    <w:rsid w:val="00853EB7"/>
    <w:rsid w:val="00853FB6"/>
    <w:rsid w:val="00857D5B"/>
    <w:rsid w:val="0086724F"/>
    <w:rsid w:val="00867724"/>
    <w:rsid w:val="00872896"/>
    <w:rsid w:val="00873A62"/>
    <w:rsid w:val="00874CD7"/>
    <w:rsid w:val="008759D8"/>
    <w:rsid w:val="00877B8E"/>
    <w:rsid w:val="00883289"/>
    <w:rsid w:val="00895D21"/>
    <w:rsid w:val="008A5C9B"/>
    <w:rsid w:val="008A619C"/>
    <w:rsid w:val="008B3865"/>
    <w:rsid w:val="008C1336"/>
    <w:rsid w:val="008C255F"/>
    <w:rsid w:val="008D0DF5"/>
    <w:rsid w:val="008D661E"/>
    <w:rsid w:val="008E0B4F"/>
    <w:rsid w:val="008E0E94"/>
    <w:rsid w:val="008E2F7A"/>
    <w:rsid w:val="008E3565"/>
    <w:rsid w:val="008E7F43"/>
    <w:rsid w:val="008F0342"/>
    <w:rsid w:val="008F07BE"/>
    <w:rsid w:val="008F2288"/>
    <w:rsid w:val="008F6506"/>
    <w:rsid w:val="00901AD5"/>
    <w:rsid w:val="00904B34"/>
    <w:rsid w:val="00911DA1"/>
    <w:rsid w:val="00913F16"/>
    <w:rsid w:val="00914D9F"/>
    <w:rsid w:val="00915EB2"/>
    <w:rsid w:val="00916F9F"/>
    <w:rsid w:val="009173A6"/>
    <w:rsid w:val="00917F4B"/>
    <w:rsid w:val="00917FDA"/>
    <w:rsid w:val="0093565B"/>
    <w:rsid w:val="0093575F"/>
    <w:rsid w:val="00941E4B"/>
    <w:rsid w:val="00943D57"/>
    <w:rsid w:val="009544C1"/>
    <w:rsid w:val="0095661A"/>
    <w:rsid w:val="009632D8"/>
    <w:rsid w:val="009645BE"/>
    <w:rsid w:val="0096608C"/>
    <w:rsid w:val="0097206D"/>
    <w:rsid w:val="00973D75"/>
    <w:rsid w:val="00975189"/>
    <w:rsid w:val="00981DD7"/>
    <w:rsid w:val="0098619C"/>
    <w:rsid w:val="00997579"/>
    <w:rsid w:val="009A060E"/>
    <w:rsid w:val="009A26D0"/>
    <w:rsid w:val="009A3719"/>
    <w:rsid w:val="009A5723"/>
    <w:rsid w:val="009A6388"/>
    <w:rsid w:val="009B1AB5"/>
    <w:rsid w:val="009B2129"/>
    <w:rsid w:val="009B424B"/>
    <w:rsid w:val="009C153C"/>
    <w:rsid w:val="009C5754"/>
    <w:rsid w:val="009C57A3"/>
    <w:rsid w:val="009D1D48"/>
    <w:rsid w:val="009D2666"/>
    <w:rsid w:val="009D5CC9"/>
    <w:rsid w:val="009D7260"/>
    <w:rsid w:val="009E3A27"/>
    <w:rsid w:val="009E568D"/>
    <w:rsid w:val="009F3FD3"/>
    <w:rsid w:val="009F6550"/>
    <w:rsid w:val="009F76CA"/>
    <w:rsid w:val="00A03B8D"/>
    <w:rsid w:val="00A04E10"/>
    <w:rsid w:val="00A0696F"/>
    <w:rsid w:val="00A07300"/>
    <w:rsid w:val="00A07BF7"/>
    <w:rsid w:val="00A1250D"/>
    <w:rsid w:val="00A12ED7"/>
    <w:rsid w:val="00A20DBE"/>
    <w:rsid w:val="00A21943"/>
    <w:rsid w:val="00A24111"/>
    <w:rsid w:val="00A25B2F"/>
    <w:rsid w:val="00A26553"/>
    <w:rsid w:val="00A30D1C"/>
    <w:rsid w:val="00A31E30"/>
    <w:rsid w:val="00A33B72"/>
    <w:rsid w:val="00A40980"/>
    <w:rsid w:val="00A55835"/>
    <w:rsid w:val="00A600F2"/>
    <w:rsid w:val="00A67D62"/>
    <w:rsid w:val="00A70EC6"/>
    <w:rsid w:val="00A71392"/>
    <w:rsid w:val="00A76E3D"/>
    <w:rsid w:val="00A770D0"/>
    <w:rsid w:val="00A773B3"/>
    <w:rsid w:val="00A9386E"/>
    <w:rsid w:val="00A952BE"/>
    <w:rsid w:val="00AA10CB"/>
    <w:rsid w:val="00AA2A52"/>
    <w:rsid w:val="00AA47A8"/>
    <w:rsid w:val="00AB4963"/>
    <w:rsid w:val="00AB5883"/>
    <w:rsid w:val="00AD29C3"/>
    <w:rsid w:val="00AD7A0B"/>
    <w:rsid w:val="00AE171E"/>
    <w:rsid w:val="00AE4D82"/>
    <w:rsid w:val="00AE7837"/>
    <w:rsid w:val="00AF28C4"/>
    <w:rsid w:val="00B01C60"/>
    <w:rsid w:val="00B04FB7"/>
    <w:rsid w:val="00B12BFC"/>
    <w:rsid w:val="00B15D71"/>
    <w:rsid w:val="00B23C34"/>
    <w:rsid w:val="00B3462F"/>
    <w:rsid w:val="00B34921"/>
    <w:rsid w:val="00B34FFA"/>
    <w:rsid w:val="00B4142B"/>
    <w:rsid w:val="00B45F36"/>
    <w:rsid w:val="00B4638F"/>
    <w:rsid w:val="00B463C2"/>
    <w:rsid w:val="00B5327F"/>
    <w:rsid w:val="00B53541"/>
    <w:rsid w:val="00B54501"/>
    <w:rsid w:val="00B60CC2"/>
    <w:rsid w:val="00B64663"/>
    <w:rsid w:val="00B64AF8"/>
    <w:rsid w:val="00B64F3D"/>
    <w:rsid w:val="00B666E4"/>
    <w:rsid w:val="00B72103"/>
    <w:rsid w:val="00B73B93"/>
    <w:rsid w:val="00B84548"/>
    <w:rsid w:val="00B86363"/>
    <w:rsid w:val="00B946F2"/>
    <w:rsid w:val="00BA111C"/>
    <w:rsid w:val="00BA6770"/>
    <w:rsid w:val="00BA7C52"/>
    <w:rsid w:val="00BB0918"/>
    <w:rsid w:val="00BB687A"/>
    <w:rsid w:val="00BC21C0"/>
    <w:rsid w:val="00BC4B7A"/>
    <w:rsid w:val="00BD29CE"/>
    <w:rsid w:val="00BD39A8"/>
    <w:rsid w:val="00BD46ED"/>
    <w:rsid w:val="00BD64C2"/>
    <w:rsid w:val="00BE47C8"/>
    <w:rsid w:val="00BE540F"/>
    <w:rsid w:val="00C005E2"/>
    <w:rsid w:val="00C0246A"/>
    <w:rsid w:val="00C02B25"/>
    <w:rsid w:val="00C05BCC"/>
    <w:rsid w:val="00C06A06"/>
    <w:rsid w:val="00C166F0"/>
    <w:rsid w:val="00C2731E"/>
    <w:rsid w:val="00C30985"/>
    <w:rsid w:val="00C31B07"/>
    <w:rsid w:val="00C342F2"/>
    <w:rsid w:val="00C34DC4"/>
    <w:rsid w:val="00C37115"/>
    <w:rsid w:val="00C43856"/>
    <w:rsid w:val="00C44FAA"/>
    <w:rsid w:val="00C458F0"/>
    <w:rsid w:val="00C5394C"/>
    <w:rsid w:val="00C53EDF"/>
    <w:rsid w:val="00C573B1"/>
    <w:rsid w:val="00C5750C"/>
    <w:rsid w:val="00C61149"/>
    <w:rsid w:val="00C6648D"/>
    <w:rsid w:val="00C66C3C"/>
    <w:rsid w:val="00C6709E"/>
    <w:rsid w:val="00C70478"/>
    <w:rsid w:val="00C77304"/>
    <w:rsid w:val="00C776AC"/>
    <w:rsid w:val="00C94CDC"/>
    <w:rsid w:val="00C965E0"/>
    <w:rsid w:val="00C974F2"/>
    <w:rsid w:val="00CA0806"/>
    <w:rsid w:val="00CA1D67"/>
    <w:rsid w:val="00CA539D"/>
    <w:rsid w:val="00CA6C2C"/>
    <w:rsid w:val="00CB5233"/>
    <w:rsid w:val="00CB7FB6"/>
    <w:rsid w:val="00CC37BB"/>
    <w:rsid w:val="00CC3A49"/>
    <w:rsid w:val="00CC3D8F"/>
    <w:rsid w:val="00CD1FAA"/>
    <w:rsid w:val="00CD20FD"/>
    <w:rsid w:val="00CD40F7"/>
    <w:rsid w:val="00CD4ECA"/>
    <w:rsid w:val="00D00680"/>
    <w:rsid w:val="00D017DD"/>
    <w:rsid w:val="00D03B12"/>
    <w:rsid w:val="00D04966"/>
    <w:rsid w:val="00D06F04"/>
    <w:rsid w:val="00D07392"/>
    <w:rsid w:val="00D10C5B"/>
    <w:rsid w:val="00D22FBD"/>
    <w:rsid w:val="00D246D7"/>
    <w:rsid w:val="00D24FB1"/>
    <w:rsid w:val="00D27C18"/>
    <w:rsid w:val="00D311DC"/>
    <w:rsid w:val="00D379A9"/>
    <w:rsid w:val="00D44FF6"/>
    <w:rsid w:val="00D45964"/>
    <w:rsid w:val="00D476C5"/>
    <w:rsid w:val="00D51048"/>
    <w:rsid w:val="00D541F4"/>
    <w:rsid w:val="00D5680B"/>
    <w:rsid w:val="00D56DA9"/>
    <w:rsid w:val="00D56E42"/>
    <w:rsid w:val="00D5720C"/>
    <w:rsid w:val="00D60E0C"/>
    <w:rsid w:val="00D662FD"/>
    <w:rsid w:val="00D66B8E"/>
    <w:rsid w:val="00D6719E"/>
    <w:rsid w:val="00D6788B"/>
    <w:rsid w:val="00D73ADB"/>
    <w:rsid w:val="00D755C0"/>
    <w:rsid w:val="00D76391"/>
    <w:rsid w:val="00D77F25"/>
    <w:rsid w:val="00D86EE3"/>
    <w:rsid w:val="00D92040"/>
    <w:rsid w:val="00D94531"/>
    <w:rsid w:val="00D95B0E"/>
    <w:rsid w:val="00D95CC7"/>
    <w:rsid w:val="00D96821"/>
    <w:rsid w:val="00DA3DB5"/>
    <w:rsid w:val="00DB24F1"/>
    <w:rsid w:val="00DB6CAA"/>
    <w:rsid w:val="00DC19F5"/>
    <w:rsid w:val="00DC4099"/>
    <w:rsid w:val="00DD1DFE"/>
    <w:rsid w:val="00DD2C6C"/>
    <w:rsid w:val="00DD43CA"/>
    <w:rsid w:val="00DD4AC7"/>
    <w:rsid w:val="00DE0EDF"/>
    <w:rsid w:val="00DE4ED8"/>
    <w:rsid w:val="00DE518D"/>
    <w:rsid w:val="00DE6D03"/>
    <w:rsid w:val="00DF345C"/>
    <w:rsid w:val="00DF55CD"/>
    <w:rsid w:val="00E05DCE"/>
    <w:rsid w:val="00E102F8"/>
    <w:rsid w:val="00E11805"/>
    <w:rsid w:val="00E14350"/>
    <w:rsid w:val="00E23704"/>
    <w:rsid w:val="00E25AAA"/>
    <w:rsid w:val="00E35593"/>
    <w:rsid w:val="00E41C65"/>
    <w:rsid w:val="00E42B9E"/>
    <w:rsid w:val="00E50D7D"/>
    <w:rsid w:val="00E53CE6"/>
    <w:rsid w:val="00E57E78"/>
    <w:rsid w:val="00E57F0F"/>
    <w:rsid w:val="00E62BCB"/>
    <w:rsid w:val="00E64DC5"/>
    <w:rsid w:val="00E64F10"/>
    <w:rsid w:val="00E66F78"/>
    <w:rsid w:val="00E70B1F"/>
    <w:rsid w:val="00E70D64"/>
    <w:rsid w:val="00E70DE1"/>
    <w:rsid w:val="00E721C5"/>
    <w:rsid w:val="00E73F07"/>
    <w:rsid w:val="00E76B44"/>
    <w:rsid w:val="00E934B3"/>
    <w:rsid w:val="00EA1717"/>
    <w:rsid w:val="00EA3BBE"/>
    <w:rsid w:val="00EA41B9"/>
    <w:rsid w:val="00EA6739"/>
    <w:rsid w:val="00EB40A7"/>
    <w:rsid w:val="00EC3C7D"/>
    <w:rsid w:val="00EC7AF2"/>
    <w:rsid w:val="00EC7EA4"/>
    <w:rsid w:val="00ED7EE6"/>
    <w:rsid w:val="00EE00F2"/>
    <w:rsid w:val="00EE3F16"/>
    <w:rsid w:val="00EF1DA2"/>
    <w:rsid w:val="00EF3AF9"/>
    <w:rsid w:val="00EF4DC8"/>
    <w:rsid w:val="00EF5992"/>
    <w:rsid w:val="00F02124"/>
    <w:rsid w:val="00F0267C"/>
    <w:rsid w:val="00F042EA"/>
    <w:rsid w:val="00F0516B"/>
    <w:rsid w:val="00F061F6"/>
    <w:rsid w:val="00F1030C"/>
    <w:rsid w:val="00F13B58"/>
    <w:rsid w:val="00F15FD5"/>
    <w:rsid w:val="00F20F7A"/>
    <w:rsid w:val="00F2463A"/>
    <w:rsid w:val="00F24B58"/>
    <w:rsid w:val="00F275B5"/>
    <w:rsid w:val="00F425C7"/>
    <w:rsid w:val="00F42BDF"/>
    <w:rsid w:val="00F60F51"/>
    <w:rsid w:val="00F71803"/>
    <w:rsid w:val="00F73648"/>
    <w:rsid w:val="00F81E70"/>
    <w:rsid w:val="00F837E1"/>
    <w:rsid w:val="00F8523F"/>
    <w:rsid w:val="00F90D58"/>
    <w:rsid w:val="00F91C4A"/>
    <w:rsid w:val="00F93735"/>
    <w:rsid w:val="00F93E35"/>
    <w:rsid w:val="00F974AF"/>
    <w:rsid w:val="00FA1617"/>
    <w:rsid w:val="00FA7377"/>
    <w:rsid w:val="00FB3BAA"/>
    <w:rsid w:val="00FB54C8"/>
    <w:rsid w:val="00FC6714"/>
    <w:rsid w:val="00FC7F6C"/>
    <w:rsid w:val="00FD12A6"/>
    <w:rsid w:val="00FD24EE"/>
    <w:rsid w:val="00FD2F2B"/>
    <w:rsid w:val="00FE00A4"/>
    <w:rsid w:val="00FE0FC5"/>
    <w:rsid w:val="00FE2630"/>
    <w:rsid w:val="00FE3C1C"/>
    <w:rsid w:val="00FF38EB"/>
    <w:rsid w:val="00FF396A"/>
    <w:rsid w:val="00FF6FC6"/>
    <w:rsid w:val="19E90513"/>
    <w:rsid w:val="1C3A071F"/>
    <w:rsid w:val="2E3A3009"/>
    <w:rsid w:val="33839F2B"/>
    <w:rsid w:val="3DCEC90B"/>
    <w:rsid w:val="47F0B7A6"/>
    <w:rsid w:val="4B7976EF"/>
    <w:rsid w:val="6C7997FB"/>
    <w:rsid w:val="7FE0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3972AC"/>
  <w15:docId w15:val="{6DA626C4-F0AD-429D-B392-4D3E7B5F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36039A"/>
  </w:style>
  <w:style w:type="paragraph" w:styleId="Heading1">
    <w:name w:val="heading 1"/>
    <w:basedOn w:val="Normal"/>
    <w:next w:val="Normal"/>
    <w:uiPriority w:val="17"/>
    <w:semiHidden/>
    <w:rsid w:val="00B72103"/>
    <w:pPr>
      <w:keepNext/>
      <w:pBdr>
        <w:bottom w:val="single" w:sz="2" w:space="1" w:color="333399"/>
      </w:pBdr>
      <w:spacing w:before="300" w:after="180"/>
      <w:outlineLvl w:val="0"/>
    </w:pPr>
    <w:rPr>
      <w:rFonts w:asciiTheme="majorHAnsi" w:hAnsiTheme="majorHAnsi" w:cs="Arial"/>
      <w:b/>
      <w:bCs/>
      <w:color w:val="333399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uiPriority w:val="17"/>
    <w:semiHidden/>
    <w:qFormat/>
    <w:rsid w:val="00F8523F"/>
    <w:pPr>
      <w:keepNext/>
      <w:pBdr>
        <w:bottom w:val="single" w:sz="2" w:space="1" w:color="808080"/>
      </w:pBdr>
      <w:spacing w:before="240" w:after="120"/>
      <w:outlineLvl w:val="1"/>
    </w:pPr>
    <w:rPr>
      <w:rFonts w:ascii="Trebuchet MS" w:hAnsi="Trebuchet MS" w:cs="Arial"/>
      <w:b/>
      <w:bCs/>
      <w:iCs/>
      <w:color w:val="595959" w:themeColor="text1" w:themeTint="A6"/>
      <w:sz w:val="28"/>
      <w:szCs w:val="28"/>
      <w:lang w:eastAsia="zh-CN"/>
    </w:rPr>
  </w:style>
  <w:style w:type="paragraph" w:styleId="Heading3">
    <w:name w:val="heading 3"/>
    <w:basedOn w:val="Normal"/>
    <w:next w:val="Normal"/>
    <w:uiPriority w:val="16"/>
    <w:semiHidden/>
    <w:qFormat/>
    <w:rsid w:val="00F8523F"/>
    <w:pPr>
      <w:keepNext/>
      <w:spacing w:before="240"/>
      <w:ind w:left="720" w:right="720"/>
      <w:outlineLvl w:val="2"/>
    </w:pPr>
    <w:rPr>
      <w:rFonts w:ascii="Trebuchet MS" w:hAnsi="Trebuchet MS" w:cs="Arial"/>
      <w:b/>
      <w:bCs/>
      <w:color w:val="595959" w:themeColor="text1" w:themeTint="A6"/>
      <w:sz w:val="28"/>
      <w:szCs w:val="26"/>
      <w:lang w:eastAsia="zh-CN"/>
    </w:rPr>
  </w:style>
  <w:style w:type="paragraph" w:styleId="Heading4">
    <w:name w:val="heading 4"/>
    <w:basedOn w:val="Normal"/>
    <w:next w:val="Normal"/>
    <w:uiPriority w:val="14"/>
    <w:semiHidden/>
    <w:qFormat/>
    <w:rsid w:val="00F8523F"/>
    <w:pPr>
      <w:keepNext/>
      <w:spacing w:before="240"/>
      <w:ind w:left="720" w:right="720"/>
      <w:outlineLvl w:val="3"/>
    </w:pPr>
    <w:rPr>
      <w:rFonts w:ascii="Trebuchet MS" w:hAnsi="Trebuchet MS"/>
      <w:bCs/>
      <w:i/>
      <w:color w:val="595959" w:themeColor="text1" w:themeTint="A6"/>
      <w:sz w:val="28"/>
      <w:szCs w:val="28"/>
      <w:lang w:eastAsia="zh-CN"/>
    </w:rPr>
  </w:style>
  <w:style w:type="paragraph" w:styleId="Heading5">
    <w:name w:val="heading 5"/>
    <w:basedOn w:val="Normal"/>
    <w:next w:val="Normal"/>
    <w:uiPriority w:val="14"/>
    <w:semiHidden/>
    <w:qFormat/>
    <w:rsid w:val="00F8523F"/>
    <w:pPr>
      <w:spacing w:before="240"/>
      <w:ind w:left="720" w:right="720"/>
      <w:outlineLvl w:val="4"/>
    </w:pPr>
    <w:rPr>
      <w:rFonts w:ascii="Trebuchet MS" w:hAnsi="Trebuchet MS"/>
      <w:bCs/>
      <w:i/>
      <w:iCs/>
      <w:color w:val="595959" w:themeColor="text1" w:themeTint="A6"/>
      <w:szCs w:val="26"/>
      <w:lang w:eastAsia="zh-CN"/>
    </w:rPr>
  </w:style>
  <w:style w:type="paragraph" w:styleId="Heading6">
    <w:name w:val="heading 6"/>
    <w:basedOn w:val="Normal"/>
    <w:next w:val="Normal"/>
    <w:uiPriority w:val="12"/>
    <w:semiHidden/>
    <w:qFormat/>
    <w:rsid w:val="00F8523F"/>
    <w:pPr>
      <w:spacing w:before="240"/>
      <w:ind w:left="720" w:right="720"/>
      <w:outlineLvl w:val="5"/>
    </w:pPr>
    <w:rPr>
      <w:rFonts w:ascii="Trebuchet MS" w:hAnsi="Trebuchet MS"/>
      <w:bCs/>
      <w:color w:val="595959" w:themeColor="text1" w:themeTint="A6"/>
      <w:sz w:val="22"/>
      <w:szCs w:val="22"/>
      <w:lang w:eastAsia="zh-CN"/>
    </w:rPr>
  </w:style>
  <w:style w:type="paragraph" w:styleId="Heading7">
    <w:name w:val="heading 7"/>
    <w:basedOn w:val="Normal"/>
    <w:next w:val="Normal"/>
    <w:uiPriority w:val="14"/>
    <w:semiHidden/>
    <w:qFormat/>
    <w:rsid w:val="00F8523F"/>
    <w:pPr>
      <w:spacing w:before="240"/>
      <w:ind w:left="720" w:right="720"/>
      <w:outlineLvl w:val="6"/>
    </w:pPr>
    <w:rPr>
      <w:rFonts w:ascii="Trebuchet MS" w:eastAsia="SimSun" w:hAnsi="Trebuchet MS"/>
      <w:i/>
      <w:color w:val="595959" w:themeColor="text1" w:themeTint="A6"/>
      <w:sz w:val="22"/>
      <w:lang w:eastAsia="zh-CN"/>
    </w:rPr>
  </w:style>
  <w:style w:type="paragraph" w:styleId="Heading8">
    <w:name w:val="heading 8"/>
    <w:basedOn w:val="Normal"/>
    <w:next w:val="Normal"/>
    <w:uiPriority w:val="14"/>
    <w:semiHidden/>
    <w:qFormat/>
    <w:rsid w:val="00035C60"/>
    <w:pPr>
      <w:spacing w:before="240"/>
      <w:ind w:left="720" w:right="720"/>
      <w:outlineLvl w:val="7"/>
    </w:pPr>
    <w:rPr>
      <w:rFonts w:ascii="Trebuchet MS" w:eastAsia="SimSun" w:hAnsi="Trebuchet MS"/>
      <w:iCs/>
      <w:color w:val="595959" w:themeColor="text1" w:themeTint="A6"/>
      <w:sz w:val="22"/>
      <w:lang w:eastAsia="zh-CN"/>
    </w:rPr>
  </w:style>
  <w:style w:type="paragraph" w:styleId="Heading9">
    <w:name w:val="heading 9"/>
    <w:basedOn w:val="Normal"/>
    <w:next w:val="Normal"/>
    <w:uiPriority w:val="14"/>
    <w:semiHidden/>
    <w:qFormat/>
    <w:rsid w:val="00035C60"/>
    <w:pPr>
      <w:spacing w:before="240"/>
      <w:ind w:left="720" w:right="720"/>
      <w:outlineLvl w:val="8"/>
    </w:pPr>
    <w:rPr>
      <w:rFonts w:ascii="Trebuchet MS" w:eastAsia="SimSun" w:hAnsi="Trebuchet MS" w:cs="Arial"/>
      <w:color w:val="595959" w:themeColor="text1" w:themeTint="A6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next w:val="Parenthetical"/>
    <w:link w:val="CHARACTERChar"/>
    <w:uiPriority w:val="3"/>
    <w:qFormat/>
    <w:rsid w:val="00D86EE3"/>
    <w:pPr>
      <w:keepNext/>
      <w:numPr>
        <w:ilvl w:val="4"/>
        <w:numId w:val="33"/>
      </w:numPr>
      <w:spacing w:after="0"/>
      <w:ind w:right="1080"/>
    </w:pPr>
    <w:rPr>
      <w:caps/>
      <w:color w:val="17365D" w:themeColor="text2" w:themeShade="BF"/>
    </w:rPr>
  </w:style>
  <w:style w:type="paragraph" w:customStyle="1" w:styleId="SCENEHEADING">
    <w:name w:val="SCENE HEADING"/>
    <w:next w:val="Panel"/>
    <w:link w:val="SCENEHEADINGChar"/>
    <w:qFormat/>
    <w:rsid w:val="00D86EE3"/>
    <w:pPr>
      <w:numPr>
        <w:ilvl w:val="1"/>
        <w:numId w:val="33"/>
      </w:numPr>
    </w:pPr>
    <w:rPr>
      <w:caps/>
      <w:color w:val="984806" w:themeColor="accent6" w:themeShade="80"/>
    </w:rPr>
  </w:style>
  <w:style w:type="character" w:customStyle="1" w:styleId="CHARACTERChar">
    <w:name w:val="CHARACTER Char"/>
    <w:basedOn w:val="DefaultParagraphFont"/>
    <w:link w:val="CHARACTER"/>
    <w:uiPriority w:val="3"/>
    <w:rsid w:val="00D86EE3"/>
    <w:rPr>
      <w:caps/>
      <w:color w:val="17365D" w:themeColor="text2" w:themeShade="BF"/>
    </w:rPr>
  </w:style>
  <w:style w:type="character" w:customStyle="1" w:styleId="SCENEHEADINGChar">
    <w:name w:val="SCENE HEADING Char"/>
    <w:basedOn w:val="CHARACTERChar"/>
    <w:link w:val="SCENEHEADING"/>
    <w:rsid w:val="0036039A"/>
    <w:rPr>
      <w:caps/>
      <w:color w:val="984806" w:themeColor="accent6" w:themeShade="80"/>
    </w:rPr>
  </w:style>
  <w:style w:type="paragraph" w:customStyle="1" w:styleId="Page">
    <w:name w:val="Page"/>
    <w:basedOn w:val="Normal"/>
    <w:next w:val="SCENEHEADING"/>
    <w:qFormat/>
    <w:rsid w:val="00D86EE3"/>
    <w:pPr>
      <w:pageBreakBefore/>
      <w:numPr>
        <w:numId w:val="33"/>
      </w:numPr>
    </w:pPr>
    <w:rPr>
      <w:b/>
      <w:bCs/>
      <w:caps/>
      <w:u w:val="single"/>
    </w:rPr>
  </w:style>
  <w:style w:type="paragraph" w:customStyle="1" w:styleId="Dialogue">
    <w:name w:val="Dialogue"/>
    <w:basedOn w:val="Normal"/>
    <w:next w:val="CHARACTER"/>
    <w:uiPriority w:val="5"/>
    <w:qFormat/>
    <w:rsid w:val="00D86EE3"/>
    <w:pPr>
      <w:numPr>
        <w:ilvl w:val="6"/>
        <w:numId w:val="33"/>
      </w:numPr>
      <w:ind w:right="1080"/>
    </w:pPr>
  </w:style>
  <w:style w:type="paragraph" w:customStyle="1" w:styleId="Parenthetical">
    <w:name w:val="Parenthetical"/>
    <w:next w:val="Dialogue"/>
    <w:uiPriority w:val="4"/>
    <w:qFormat/>
    <w:rsid w:val="00D86EE3"/>
    <w:pPr>
      <w:keepNext/>
      <w:widowControl w:val="0"/>
      <w:numPr>
        <w:ilvl w:val="5"/>
        <w:numId w:val="33"/>
      </w:numPr>
      <w:spacing w:after="0"/>
      <w:ind w:right="2160"/>
    </w:pPr>
    <w:rPr>
      <w:i/>
      <w:color w:val="7F7F7F" w:themeColor="text1" w:themeTint="80"/>
    </w:rPr>
  </w:style>
  <w:style w:type="paragraph" w:customStyle="1" w:styleId="TRANSOUT">
    <w:name w:val="TRANS OUT"/>
    <w:basedOn w:val="Page"/>
    <w:next w:val="SCENEHEADING"/>
    <w:uiPriority w:val="11"/>
    <w:semiHidden/>
    <w:qFormat/>
    <w:rsid w:val="00B946F2"/>
    <w:pPr>
      <w:jc w:val="right"/>
    </w:pPr>
  </w:style>
  <w:style w:type="paragraph" w:styleId="Footer">
    <w:name w:val="footer"/>
    <w:basedOn w:val="Normal"/>
    <w:uiPriority w:val="10"/>
    <w:semiHidden/>
    <w:rsid w:val="00B72103"/>
    <w:pPr>
      <w:jc w:val="right"/>
    </w:pPr>
  </w:style>
  <w:style w:type="paragraph" w:customStyle="1" w:styleId="Address">
    <w:name w:val="Address"/>
    <w:basedOn w:val="Normal"/>
    <w:uiPriority w:val="7"/>
    <w:qFormat/>
    <w:rsid w:val="00D86EE3"/>
    <w:pPr>
      <w:spacing w:before="200" w:after="0"/>
      <w:contextualSpacing/>
      <w:jc w:val="right"/>
    </w:pPr>
  </w:style>
  <w:style w:type="paragraph" w:customStyle="1" w:styleId="Panel">
    <w:name w:val="Panel"/>
    <w:basedOn w:val="Normal"/>
    <w:next w:val="Description"/>
    <w:uiPriority w:val="1"/>
    <w:qFormat/>
    <w:rsid w:val="00D86EE3"/>
    <w:pPr>
      <w:numPr>
        <w:ilvl w:val="2"/>
        <w:numId w:val="33"/>
      </w:numPr>
    </w:pPr>
    <w:rPr>
      <w:b/>
      <w:bCs/>
    </w:rPr>
  </w:style>
  <w:style w:type="paragraph" w:styleId="Title">
    <w:name w:val="Title"/>
    <w:basedOn w:val="Normal"/>
    <w:uiPriority w:val="5"/>
    <w:qFormat/>
    <w:rsid w:val="00764C42"/>
    <w:pPr>
      <w:spacing w:before="4080" w:after="0" w:line="360" w:lineRule="auto"/>
      <w:jc w:val="center"/>
      <w:outlineLvl w:val="0"/>
    </w:pPr>
    <w:rPr>
      <w:rFonts w:asciiTheme="majorHAnsi" w:hAnsiTheme="majorHAnsi" w:cstheme="majorHAnsi"/>
      <w:b/>
      <w:caps/>
      <w:kern w:val="28"/>
      <w:u w:val="single"/>
    </w:rPr>
  </w:style>
  <w:style w:type="paragraph" w:customStyle="1" w:styleId="Author">
    <w:name w:val="Author"/>
    <w:basedOn w:val="Normal"/>
    <w:uiPriority w:val="6"/>
    <w:qFormat/>
    <w:rsid w:val="00E57E78"/>
    <w:pPr>
      <w:spacing w:after="0" w:line="480" w:lineRule="auto"/>
      <w:contextualSpacing/>
      <w:jc w:val="center"/>
    </w:pPr>
  </w:style>
  <w:style w:type="table" w:styleId="TableGrid">
    <w:name w:val="Table Grid"/>
    <w:basedOn w:val="TableNormal"/>
    <w:uiPriority w:val="59"/>
    <w:rsid w:val="00E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B946F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171E"/>
  </w:style>
  <w:style w:type="character" w:styleId="PlaceholderText">
    <w:name w:val="Placeholder Text"/>
    <w:basedOn w:val="DefaultParagraphFont"/>
    <w:uiPriority w:val="99"/>
    <w:semiHidden/>
    <w:rsid w:val="00035C60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03"/>
    <w:pPr>
      <w:spacing w:after="0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35"/>
    <w:rPr>
      <w:rFonts w:ascii="Tahoma" w:hAnsi="Tahoma" w:cs="Tahoma"/>
      <w:sz w:val="22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D2C6C"/>
  </w:style>
  <w:style w:type="paragraph" w:styleId="BlockText">
    <w:name w:val="Block Text"/>
    <w:basedOn w:val="Normal"/>
    <w:uiPriority w:val="99"/>
    <w:semiHidden/>
    <w:unhideWhenUsed/>
    <w:rsid w:val="005133FE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DD2C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5835"/>
  </w:style>
  <w:style w:type="paragraph" w:styleId="BodyText2">
    <w:name w:val="Body Text 2"/>
    <w:basedOn w:val="Normal"/>
    <w:link w:val="BodyText2Char"/>
    <w:uiPriority w:val="99"/>
    <w:semiHidden/>
    <w:unhideWhenUsed/>
    <w:rsid w:val="00DD2C6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835"/>
  </w:style>
  <w:style w:type="paragraph" w:styleId="BodyText3">
    <w:name w:val="Body Text 3"/>
    <w:basedOn w:val="Normal"/>
    <w:link w:val="BodyText3Char"/>
    <w:uiPriority w:val="99"/>
    <w:semiHidden/>
    <w:unhideWhenUsed/>
    <w:rsid w:val="00DD2C6C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55835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D2C6C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5583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2C6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5835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D2C6C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55835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2C6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5835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D2C6C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5835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D2C6C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D2C6C"/>
    <w:rPr>
      <w:i/>
      <w:iCs/>
      <w:color w:val="1F497D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D2C6C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55835"/>
  </w:style>
  <w:style w:type="table" w:styleId="ColorfulGrid">
    <w:name w:val="Colorful Grid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D2C6C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C6C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835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C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835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D2C6C"/>
  </w:style>
  <w:style w:type="character" w:customStyle="1" w:styleId="DateChar">
    <w:name w:val="Date Char"/>
    <w:basedOn w:val="DefaultParagraphFont"/>
    <w:link w:val="Date"/>
    <w:uiPriority w:val="99"/>
    <w:semiHidden/>
    <w:rsid w:val="00A55835"/>
  </w:style>
  <w:style w:type="paragraph" w:styleId="DocumentMap">
    <w:name w:val="Document Map"/>
    <w:basedOn w:val="Normal"/>
    <w:link w:val="DocumentMapChar"/>
    <w:uiPriority w:val="99"/>
    <w:semiHidden/>
    <w:unhideWhenUsed/>
    <w:rsid w:val="00DD2C6C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5835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D2C6C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55835"/>
  </w:style>
  <w:style w:type="character" w:styleId="Emphasis">
    <w:name w:val="Emphasis"/>
    <w:basedOn w:val="DefaultParagraphFont"/>
    <w:uiPriority w:val="7"/>
    <w:semiHidden/>
    <w:qFormat/>
    <w:rsid w:val="00DD2C6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D2C6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D2C6C"/>
    <w:pPr>
      <w:spacing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5835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D2C6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D2C6C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D2C6C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D2C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2C6C"/>
    <w:pPr>
      <w:spacing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5835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D2C6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D2C6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D2C6C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DD2C6C"/>
  </w:style>
  <w:style w:type="paragraph" w:styleId="HTMLAddress">
    <w:name w:val="HTML Address"/>
    <w:basedOn w:val="Normal"/>
    <w:link w:val="HTMLAddressChar"/>
    <w:uiPriority w:val="99"/>
    <w:semiHidden/>
    <w:unhideWhenUsed/>
    <w:rsid w:val="00DD2C6C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55835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D2C6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D2C6C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D2C6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D2C6C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2C6C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5835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D2C6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D2C6C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D2C6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D2C6C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D2C6C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D2C6C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D2C6C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D2C6C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D2C6C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D2C6C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D2C6C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D2C6C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D2C6C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D2C6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7"/>
    <w:semiHidden/>
    <w:qFormat/>
    <w:rsid w:val="00035C6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8328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5C4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35C60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D2C6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D2C6C"/>
  </w:style>
  <w:style w:type="paragraph" w:styleId="List">
    <w:name w:val="List"/>
    <w:basedOn w:val="Normal"/>
    <w:uiPriority w:val="99"/>
    <w:semiHidden/>
    <w:unhideWhenUsed/>
    <w:rsid w:val="00DD2C6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D2C6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D2C6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D2C6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D2C6C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D2C6C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D2C6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D2C6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D2C6C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D2C6C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D2C6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D2C6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D2C6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D2C6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D2C6C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D2C6C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D2C6C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D2C6C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D2C6C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D2C6C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DD2C6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D2C6C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D2C6C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D2C6C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D2C6C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D2C6C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D2C6C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D2C6C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D2C6C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D2C6C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55835"/>
    <w:rPr>
      <w:rFonts w:ascii="Consolas" w:hAnsi="Consolas"/>
      <w:sz w:val="22"/>
    </w:rPr>
  </w:style>
  <w:style w:type="table" w:styleId="MediumGrid1">
    <w:name w:val="Medium Grid 1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D2C6C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D2C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55835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1"/>
    <w:semiHidden/>
    <w:unhideWhenUsed/>
    <w:qFormat/>
    <w:rsid w:val="00DD2C6C"/>
    <w:pPr>
      <w:widowControl w:val="0"/>
    </w:pPr>
  </w:style>
  <w:style w:type="paragraph" w:styleId="NormalWeb">
    <w:name w:val="Normal (Web)"/>
    <w:basedOn w:val="Normal"/>
    <w:uiPriority w:val="99"/>
    <w:semiHidden/>
    <w:unhideWhenUsed/>
    <w:rsid w:val="00DD2C6C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DD2C6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D2C6C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55835"/>
  </w:style>
  <w:style w:type="character" w:styleId="PageNumber">
    <w:name w:val="page number"/>
    <w:basedOn w:val="DefaultParagraphFont"/>
    <w:uiPriority w:val="99"/>
    <w:semiHidden/>
    <w:unhideWhenUsed/>
    <w:rsid w:val="00DD2C6C"/>
  </w:style>
  <w:style w:type="table" w:styleId="PlainTable1">
    <w:name w:val="Plain Table 1"/>
    <w:basedOn w:val="TableNormal"/>
    <w:uiPriority w:val="41"/>
    <w:rsid w:val="00DD2C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D2C6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D2C6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D2C6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D2C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D2C6C"/>
    <w:pPr>
      <w:spacing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5835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DD2C6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5C49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D2C6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55835"/>
  </w:style>
  <w:style w:type="paragraph" w:styleId="Signature">
    <w:name w:val="Signature"/>
    <w:basedOn w:val="Normal"/>
    <w:link w:val="SignatureChar"/>
    <w:uiPriority w:val="99"/>
    <w:semiHidden/>
    <w:unhideWhenUsed/>
    <w:rsid w:val="00DD2C6C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5835"/>
  </w:style>
  <w:style w:type="character" w:styleId="SmartHyperlink">
    <w:name w:val="Smart Hyperlink"/>
    <w:basedOn w:val="DefaultParagraphFont"/>
    <w:uiPriority w:val="99"/>
    <w:semiHidden/>
    <w:unhideWhenUsed/>
    <w:rsid w:val="00DD2C6C"/>
    <w:rPr>
      <w:u w:val="dotted"/>
    </w:rPr>
  </w:style>
  <w:style w:type="character" w:styleId="Strong">
    <w:name w:val="Strong"/>
    <w:basedOn w:val="DefaultParagraphFont"/>
    <w:uiPriority w:val="22"/>
    <w:qFormat/>
    <w:rsid w:val="00DD2C6C"/>
    <w:rPr>
      <w:b/>
      <w:bCs/>
    </w:rPr>
  </w:style>
  <w:style w:type="paragraph" w:styleId="Subtitle">
    <w:name w:val="Subtitle"/>
    <w:basedOn w:val="Normal"/>
    <w:next w:val="Normal"/>
    <w:link w:val="SubtitleChar"/>
    <w:uiPriority w:val="6"/>
    <w:qFormat/>
    <w:rsid w:val="00764C42"/>
    <w:pPr>
      <w:numPr>
        <w:ilvl w:val="1"/>
      </w:numPr>
      <w:spacing w:after="160"/>
      <w:jc w:val="center"/>
    </w:pPr>
    <w:rPr>
      <w:rFonts w:eastAsiaTheme="minorEastAsia" w:cstheme="minorBidi"/>
      <w:spacing w:val="15"/>
    </w:rPr>
  </w:style>
  <w:style w:type="character" w:customStyle="1" w:styleId="SubtitleChar">
    <w:name w:val="Subtitle Char"/>
    <w:basedOn w:val="DefaultParagraphFont"/>
    <w:link w:val="Subtitle"/>
    <w:uiPriority w:val="6"/>
    <w:rsid w:val="00764C42"/>
    <w:rPr>
      <w:rFonts w:eastAsiaTheme="minorEastAsia" w:cstheme="minorBidi"/>
      <w:spacing w:val="15"/>
    </w:rPr>
  </w:style>
  <w:style w:type="character" w:styleId="SubtleEmphasis">
    <w:name w:val="Subtle Emphasis"/>
    <w:basedOn w:val="DefaultParagraphFont"/>
    <w:uiPriority w:val="7"/>
    <w:semiHidden/>
    <w:qFormat/>
    <w:rsid w:val="00DD2C6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DD2C6C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D2C6C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D2C6C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D2C6C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D2C6C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D2C6C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D2C6C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D2C6C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D2C6C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D2C6C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D2C6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D2C6C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D2C6C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D2C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D2C6C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D2C6C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D2C6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D2C6C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D2C6C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D2C6C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D2C6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D2C6C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D2C6C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D2C6C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D2C6C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D2C6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D2C6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D2C6C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D2C6C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D2C6C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D2C6C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D2C6C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D2C6C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D2C6C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2C6C"/>
    <w:pPr>
      <w:keepLines/>
      <w:pBdr>
        <w:bottom w:val="none" w:sz="0" w:space="0" w:color="auto"/>
      </w:pBdr>
      <w:spacing w:before="240" w:after="0"/>
      <w:outlineLvl w:val="9"/>
    </w:pPr>
    <w:rPr>
      <w:rFonts w:eastAsiaTheme="majorEastAsia" w:cstheme="majorBidi"/>
      <w:b w:val="0"/>
      <w:bCs w:val="0"/>
      <w:color w:val="365F91" w:themeColor="accent1" w:themeShade="BF"/>
      <w:kern w:val="0"/>
      <w:sz w:val="3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35C60"/>
    <w:rPr>
      <w:color w:val="595959" w:themeColor="text1" w:themeTint="A6"/>
      <w:shd w:val="clear" w:color="auto" w:fill="E6E6E6"/>
    </w:rPr>
  </w:style>
  <w:style w:type="paragraph" w:customStyle="1" w:styleId="Description">
    <w:name w:val="Description"/>
    <w:basedOn w:val="Normal"/>
    <w:next w:val="CHARACTER"/>
    <w:uiPriority w:val="2"/>
    <w:qFormat/>
    <w:rsid w:val="00D86EE3"/>
    <w:pPr>
      <w:numPr>
        <w:ilvl w:val="3"/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OTR~1.0\AppData\Local\Temp\tf028058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5E49B212EC4AD5850A6ADA07309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08F9D-EEB8-41B2-BA95-8C7191F96B50}"/>
      </w:docPartPr>
      <w:docPartBody>
        <w:p w:rsidR="00DF37ED" w:rsidRDefault="00BE01B0">
          <w:pPr>
            <w:pStyle w:val="055E49B212EC4AD5850A6ADA07309F37"/>
          </w:pPr>
          <w:r>
            <w:t>By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B0"/>
    <w:rsid w:val="001014C1"/>
    <w:rsid w:val="002268B4"/>
    <w:rsid w:val="002D49EF"/>
    <w:rsid w:val="003510CB"/>
    <w:rsid w:val="005B1685"/>
    <w:rsid w:val="005F0EFF"/>
    <w:rsid w:val="006F031B"/>
    <w:rsid w:val="00BE01B0"/>
    <w:rsid w:val="00D00AA0"/>
    <w:rsid w:val="00D81FF4"/>
    <w:rsid w:val="00DF37ED"/>
    <w:rsid w:val="00E76B44"/>
    <w:rsid w:val="00F93E35"/>
    <w:rsid w:val="00FB5EED"/>
    <w:rsid w:val="00FD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5E49B212EC4AD5850A6ADA07309F37">
    <w:name w:val="055E49B212EC4AD5850A6ADA07309F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reenplay">
      <a:majorFont>
        <a:latin typeface="Courier New"/>
        <a:ea typeface=""/>
        <a:cs typeface=""/>
      </a:majorFont>
      <a:minorFont>
        <a:latin typeface="Courier Ne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949DE-94BF-4187-9F2B-C02EE5DB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tf02805802</Template>
  <TotalTime>117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Michael Moman</cp:lastModifiedBy>
  <cp:revision>104</cp:revision>
  <cp:lastPrinted>2023-05-17T04:42:00Z</cp:lastPrinted>
  <dcterms:created xsi:type="dcterms:W3CDTF">2023-07-15T02:47:00Z</dcterms:created>
  <dcterms:modified xsi:type="dcterms:W3CDTF">2025-01-26T05:31:00Z</dcterms:modified>
</cp:coreProperties>
</file>